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13818444" w14:textId="77777777" w:rsidTr="009027D5">
        <w:tc>
          <w:tcPr>
            <w:tcW w:w="1398" w:type="dxa"/>
          </w:tcPr>
          <w:p w14:paraId="13818441" w14:textId="77777777" w:rsidR="00757AC7" w:rsidRPr="009039D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3818442" w14:textId="77777777" w:rsidR="00757AC7" w:rsidRPr="009039D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9039DF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13818443" w14:textId="77777777" w:rsidR="00757AC7" w:rsidRPr="009039DF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D94C29" w:rsidRPr="007E69BB" w14:paraId="202B1168" w14:textId="77777777" w:rsidTr="00610F7D">
        <w:tc>
          <w:tcPr>
            <w:tcW w:w="1398" w:type="dxa"/>
          </w:tcPr>
          <w:p w14:paraId="10977D29" w14:textId="4B2C00BD" w:rsidR="00D94C29" w:rsidRPr="009039DF" w:rsidRDefault="003A57DF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07300403</w:t>
            </w:r>
          </w:p>
        </w:tc>
        <w:tc>
          <w:tcPr>
            <w:tcW w:w="2297" w:type="dxa"/>
          </w:tcPr>
          <w:p w14:paraId="1EA94844" w14:textId="1A19AE57" w:rsidR="00D94C29" w:rsidRPr="009039DF" w:rsidRDefault="00D94C29" w:rsidP="00917F9B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 xml:space="preserve">Deumidificatore </w:t>
            </w:r>
            <w:r>
              <w:rPr>
                <w:rFonts w:ascii="Poppins" w:hAnsi="Poppins" w:cs="Poppins"/>
                <w:sz w:val="20"/>
              </w:rPr>
              <w:t xml:space="preserve">con integrazione </w:t>
            </w:r>
            <w:r w:rsidRPr="009039DF">
              <w:rPr>
                <w:rFonts w:ascii="Poppins" w:hAnsi="Poppins" w:cs="Poppins"/>
                <w:sz w:val="20"/>
              </w:rPr>
              <w:t>con mobiletto</w:t>
            </w:r>
            <w:r w:rsidR="00917F9B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EPD 24RD</w:t>
            </w:r>
            <w:r w:rsidR="00821815">
              <w:rPr>
                <w:rFonts w:ascii="Poppins" w:hAnsi="Poppins" w:cs="Poppins"/>
                <w:sz w:val="20"/>
              </w:rPr>
              <w:t>-</w:t>
            </w:r>
            <w:r w:rsidR="003A57DF"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PM</w:t>
            </w:r>
          </w:p>
        </w:tc>
        <w:tc>
          <w:tcPr>
            <w:tcW w:w="5803" w:type="dxa"/>
          </w:tcPr>
          <w:p w14:paraId="0BBBBEFF" w14:textId="2E8216EF" w:rsidR="00114FC9" w:rsidRDefault="00114FC9" w:rsidP="00114FC9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</w:t>
            </w:r>
            <w:r w:rsidRPr="004A565D">
              <w:rPr>
                <w:rFonts w:ascii="Poppins" w:hAnsi="Poppins" w:cs="Poppins"/>
              </w:rPr>
              <w:t xml:space="preserve">eumidificatori </w:t>
            </w:r>
            <w:r>
              <w:rPr>
                <w:rFonts w:ascii="Poppins" w:hAnsi="Poppins" w:cs="Poppins"/>
              </w:rPr>
              <w:t>con mobiletto</w:t>
            </w:r>
            <w:r w:rsidRPr="004A565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 xml:space="preserve">che </w:t>
            </w:r>
            <w:r w:rsidRPr="004A565D">
              <w:rPr>
                <w:rFonts w:ascii="Poppins" w:hAnsi="Poppins" w:cs="Poppins"/>
              </w:rPr>
              <w:t>permette di controllare l’umidità integrandosi in maniera ottimale in ogni tipo di ambiente.</w:t>
            </w:r>
          </w:p>
          <w:p w14:paraId="3C9AEAF1" w14:textId="77777777" w:rsidR="00114FC9" w:rsidRDefault="00114FC9" w:rsidP="00114FC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L’utilizzo del circuito frigorifero permette di abbattere l’umidità ambiente.</w:t>
            </w:r>
          </w:p>
          <w:p w14:paraId="1E340322" w14:textId="77777777" w:rsidR="00114FC9" w:rsidRPr="004A565D" w:rsidRDefault="00114FC9" w:rsidP="00114FC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La presenza di una batteria ad acqua, se utilizzata in abbinamento al circuito frigorifero, consente all’aria in uscita di avere la stessa temperatura di quella in ingresso.</w:t>
            </w:r>
          </w:p>
          <w:p w14:paraId="4C68F230" w14:textId="77777777" w:rsidR="00114FC9" w:rsidRDefault="00114FC9" w:rsidP="00114FC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Il movimento dell’aria risulterà minimo e localizzato, dato che la diffusione dell’umidità nell’ambiente può avvenire senza lo spostamento di masse fluide</w:t>
            </w:r>
            <w:r>
              <w:rPr>
                <w:rFonts w:ascii="Poppins" w:hAnsi="Poppins" w:cs="Poppins"/>
              </w:rPr>
              <w:t>.</w:t>
            </w:r>
          </w:p>
          <w:p w14:paraId="742798FB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24D430" w14:textId="77777777" w:rsidR="00D94C29" w:rsidRDefault="00D94C29" w:rsidP="00D94C29">
            <w:pPr>
              <w:jc w:val="both"/>
              <w:rPr>
                <w:rFonts w:cs="Poppins"/>
                <w:b/>
                <w:bCs/>
              </w:rPr>
            </w:pPr>
            <w:r w:rsidRPr="00055683">
              <w:rPr>
                <w:rFonts w:ascii="Poppins" w:hAnsi="Poppins" w:cs="Poppins"/>
                <w:b/>
                <w:bCs/>
                <w:sz w:val="20"/>
              </w:rPr>
              <w:t>Funzionamento:</w:t>
            </w:r>
          </w:p>
          <w:p w14:paraId="55ED0AC8" w14:textId="77777777" w:rsidR="00D94C29" w:rsidRPr="0037768E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L’utilizzo dell’acqua refrigerata per preraffreddare l’aria è fondamentale per l’efficienza del processo, perché in questo modo è possibile:</w:t>
            </w:r>
          </w:p>
          <w:p w14:paraId="01C3703A" w14:textId="77777777" w:rsidR="00D94C29" w:rsidRPr="0037768E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>trattare l’aria esterna e portarla ad una temperatura adeguata per il trattamento di deumidificazione a ciclo frigorifero;</w:t>
            </w:r>
          </w:p>
          <w:p w14:paraId="41B5252E" w14:textId="77777777" w:rsidR="00D94C29" w:rsidRPr="0037768E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>rendere minimo l’impegno di potenza elettrica del compressore frigorifero.</w:t>
            </w:r>
          </w:p>
          <w:p w14:paraId="5D6033D2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Il processo di trattamento dell’aria varia a seconda che si voglia ottenere aria in uscita neutra oppure raffreddata rispetto alla temperatura in aspirazione.</w:t>
            </w:r>
          </w:p>
          <w:p w14:paraId="09C9A60A" w14:textId="77777777" w:rsidR="00BF09CD" w:rsidRDefault="00BF09CD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BB301B" w14:textId="7C1767BE" w:rsidR="00BF09CD" w:rsidRDefault="00BF09CD" w:rsidP="00D94C2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Fluido refrigerante: R290.</w:t>
            </w:r>
          </w:p>
          <w:p w14:paraId="4EB0F586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C807A5" w14:textId="77777777" w:rsidR="00D94C29" w:rsidRPr="005100D3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00D3">
              <w:rPr>
                <w:rFonts w:ascii="Poppins" w:hAnsi="Poppins" w:cs="Poppins"/>
                <w:b/>
                <w:bCs/>
                <w:sz w:val="20"/>
              </w:rPr>
              <w:t>Costituzione:</w:t>
            </w:r>
          </w:p>
          <w:p w14:paraId="15DA2959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Scarico condensa (D = 19 mm</w:t>
            </w:r>
            <w:r>
              <w:rPr>
                <w:rFonts w:ascii="Poppins" w:hAnsi="Poppins" w:cs="Poppins"/>
              </w:rPr>
              <w:t>)</w:t>
            </w:r>
          </w:p>
          <w:p w14:paraId="6D70FE17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Ingresso acqua (1/2”M)</w:t>
            </w:r>
          </w:p>
          <w:p w14:paraId="22D0B27E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Uscita acqua (1/2”M)</w:t>
            </w:r>
          </w:p>
          <w:p w14:paraId="3B5C423F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Accesso collegamenti elettrici</w:t>
            </w:r>
          </w:p>
          <w:p w14:paraId="5D6646BF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Pannello quadro elettrico</w:t>
            </w:r>
          </w:p>
          <w:p w14:paraId="37B501C0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Uscita aria deumidificata</w:t>
            </w:r>
          </w:p>
          <w:p w14:paraId="3610FFF6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Ingresso aria</w:t>
            </w:r>
          </w:p>
          <w:p w14:paraId="453858B5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elettrotermica</w:t>
            </w:r>
          </w:p>
          <w:p w14:paraId="1DAFF784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Sfiato</w:t>
            </w:r>
          </w:p>
          <w:p w14:paraId="02B73BAE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Pannello frontale mobiletto</w:t>
            </w:r>
          </w:p>
          <w:p w14:paraId="4A792294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Mobiletto in MDF</w:t>
            </w:r>
          </w:p>
          <w:p w14:paraId="24307398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CF40F1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36FB5CA1" w14:textId="2E024506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9039DF">
              <w:rPr>
                <w:rFonts w:ascii="Poppins" w:hAnsi="Poppins" w:cs="Poppins"/>
              </w:rPr>
              <w:t>Vac</w:t>
            </w:r>
            <w:proofErr w:type="spellEnd"/>
            <w:r w:rsidR="00A25460">
              <w:rPr>
                <w:rFonts w:ascii="Poppins" w:hAnsi="Poppins" w:cs="Poppins"/>
              </w:rPr>
              <w:t xml:space="preserve"> -</w:t>
            </w:r>
            <w:r w:rsidRPr="009039DF">
              <w:rPr>
                <w:rFonts w:ascii="Poppins" w:hAnsi="Poppins" w:cs="Poppins"/>
              </w:rPr>
              <w:t xml:space="preserve"> 50 Hz</w:t>
            </w:r>
          </w:p>
          <w:p w14:paraId="641D68B9" w14:textId="77777777" w:rsidR="00D94C29" w:rsidRPr="004C12A5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>Potenza massima assorbita: 3</w:t>
            </w:r>
            <w:r>
              <w:rPr>
                <w:rFonts w:ascii="Poppins" w:hAnsi="Poppins" w:cs="Poppins"/>
              </w:rPr>
              <w:t>2</w:t>
            </w:r>
            <w:r w:rsidRPr="009039DF">
              <w:rPr>
                <w:rFonts w:ascii="Poppins" w:hAnsi="Poppins" w:cs="Poppins"/>
              </w:rPr>
              <w:t xml:space="preserve">0 W </w:t>
            </w:r>
          </w:p>
          <w:p w14:paraId="5747720C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Corrente massima assorbita: </w:t>
            </w:r>
            <w:r>
              <w:rPr>
                <w:rFonts w:ascii="Poppins" w:hAnsi="Poppins" w:cs="Poppins"/>
              </w:rPr>
              <w:t>1,55</w:t>
            </w:r>
            <w:r w:rsidRPr="009039DF">
              <w:rPr>
                <w:rFonts w:ascii="Poppins" w:hAnsi="Poppins" w:cs="Poppins"/>
              </w:rPr>
              <w:t xml:space="preserve"> A</w:t>
            </w:r>
          </w:p>
          <w:p w14:paraId="6AEF2553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Grado di protezione: IP42</w:t>
            </w:r>
          </w:p>
          <w:p w14:paraId="7377E1BA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netto: 46 kg</w:t>
            </w:r>
          </w:p>
          <w:p w14:paraId="591B9115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1199BDDB" w14:textId="77777777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ad aria neutra</w:t>
            </w:r>
          </w:p>
          <w:p w14:paraId="52152B43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112985BB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48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00FC08FD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0,63 l/h</w:t>
            </w:r>
          </w:p>
          <w:p w14:paraId="5FF19246" w14:textId="77777777" w:rsidR="00D94C29" w:rsidRPr="0037768E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2,74 l/h*kW</w:t>
            </w:r>
          </w:p>
          <w:p w14:paraId="51856265" w14:textId="77777777" w:rsidR="00D94C29" w:rsidRPr="006C351D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051C8F44" w14:textId="77777777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+ integrazione con acqua </w:t>
            </w: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:</w:t>
            </w:r>
          </w:p>
          <w:p w14:paraId="33B0DDA0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23330643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48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77840896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0,70 l/h</w:t>
            </w:r>
          </w:p>
          <w:p w14:paraId="1F4A50F0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3,04 l/h*kW</w:t>
            </w:r>
          </w:p>
          <w:p w14:paraId="010FD724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F461F49" w14:textId="6233FDDC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Pr="0037768E">
              <w:rPr>
                <w:rFonts w:ascii="Poppins" w:hAnsi="Poppins" w:cs="Poppins"/>
                <w:b/>
                <w:sz w:val="20"/>
              </w:rPr>
              <w:t>Deumidificatore con integrazione con mobiletto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37768E">
              <w:rPr>
                <w:rFonts w:ascii="Poppins" w:hAnsi="Poppins" w:cs="Poppins"/>
                <w:b/>
                <w:sz w:val="20"/>
              </w:rPr>
              <w:t>EPD 24RD-</w:t>
            </w:r>
            <w:r w:rsidR="007E7D72">
              <w:rPr>
                <w:rFonts w:ascii="Poppins" w:hAnsi="Poppins" w:cs="Poppins"/>
                <w:b/>
                <w:sz w:val="20"/>
              </w:rPr>
              <w:t>3</w:t>
            </w:r>
            <w:r w:rsidRPr="0037768E">
              <w:rPr>
                <w:rFonts w:ascii="Poppins" w:hAnsi="Poppins" w:cs="Poppins"/>
                <w:b/>
                <w:sz w:val="20"/>
              </w:rPr>
              <w:t xml:space="preserve"> PM o equivalente.</w:t>
            </w:r>
          </w:p>
        </w:tc>
      </w:tr>
      <w:tr w:rsidR="00D94C29" w:rsidRPr="007E69BB" w14:paraId="579BB2A2" w14:textId="77777777" w:rsidTr="00610F7D">
        <w:tc>
          <w:tcPr>
            <w:tcW w:w="1398" w:type="dxa"/>
          </w:tcPr>
          <w:p w14:paraId="7028D9F8" w14:textId="14038981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lastRenderedPageBreak/>
              <w:t>0730050</w:t>
            </w:r>
            <w:r w:rsidR="007E7D72">
              <w:rPr>
                <w:rFonts w:ascii="Poppins" w:hAnsi="Poppins" w:cs="Poppins"/>
                <w:sz w:val="20"/>
              </w:rPr>
              <w:t>3</w:t>
            </w:r>
          </w:p>
        </w:tc>
        <w:tc>
          <w:tcPr>
            <w:tcW w:w="2297" w:type="dxa"/>
          </w:tcPr>
          <w:p w14:paraId="6A3EE871" w14:textId="4B4F43E0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Deumidificatore con integrazione da incasso a parete</w:t>
            </w:r>
            <w:r w:rsidR="007E7D72"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>EPD 24RD-</w:t>
            </w:r>
            <w:r w:rsidR="007E7D72">
              <w:rPr>
                <w:rFonts w:ascii="Poppins" w:hAnsi="Poppins" w:cs="Poppins"/>
                <w:sz w:val="20"/>
              </w:rPr>
              <w:t>3</w:t>
            </w:r>
            <w:r w:rsidRPr="009039DF">
              <w:rPr>
                <w:rFonts w:ascii="Poppins" w:hAnsi="Poppins" w:cs="Poppins"/>
                <w:sz w:val="20"/>
              </w:rPr>
              <w:t xml:space="preserve"> PI</w:t>
            </w:r>
          </w:p>
        </w:tc>
        <w:tc>
          <w:tcPr>
            <w:tcW w:w="5803" w:type="dxa"/>
          </w:tcPr>
          <w:p w14:paraId="6E54A2F8" w14:textId="5E73DA97" w:rsidR="00A368AB" w:rsidRDefault="00A368AB" w:rsidP="00A368AB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</w:t>
            </w:r>
            <w:r w:rsidRPr="004A565D">
              <w:rPr>
                <w:rFonts w:ascii="Poppins" w:hAnsi="Poppins" w:cs="Poppins"/>
              </w:rPr>
              <w:t xml:space="preserve">eumidificatori </w:t>
            </w:r>
            <w:r w:rsidR="004F661D">
              <w:rPr>
                <w:rFonts w:ascii="Poppins" w:hAnsi="Poppins" w:cs="Poppins"/>
              </w:rPr>
              <w:t>da incasso a parete</w:t>
            </w:r>
            <w:r w:rsidRPr="004A565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 xml:space="preserve">che </w:t>
            </w:r>
            <w:r w:rsidRPr="004A565D">
              <w:rPr>
                <w:rFonts w:ascii="Poppins" w:hAnsi="Poppins" w:cs="Poppins"/>
              </w:rPr>
              <w:t>permette di controllare l’umidità integrandosi in maniera ottimale in ogni tipo di ambiente.</w:t>
            </w:r>
          </w:p>
          <w:p w14:paraId="3FFD01E6" w14:textId="77777777" w:rsidR="00A368AB" w:rsidRDefault="00A368AB" w:rsidP="00A368AB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L’utilizzo del circuito frigorifero permette di abbattere l’umidità ambiente.</w:t>
            </w:r>
          </w:p>
          <w:p w14:paraId="683EAD7E" w14:textId="77777777" w:rsidR="00A368AB" w:rsidRPr="004A565D" w:rsidRDefault="00A368AB" w:rsidP="00A368AB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La presenza di una batteria ad acqua, se utilizzata in abbinamento al circuito frigorifero, consente all’aria in uscita di avere la stessa temperatura di quella in ingresso.</w:t>
            </w:r>
          </w:p>
          <w:p w14:paraId="4792ABEA" w14:textId="77777777" w:rsidR="00A368AB" w:rsidRDefault="00A368AB" w:rsidP="00A368AB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Il movimento dell’aria risulterà minimo e localizzato, dato che la diffusione dell’umidità nell’ambiente può avvenire senza lo spostamento di masse fluide</w:t>
            </w:r>
            <w:r>
              <w:rPr>
                <w:rFonts w:ascii="Poppins" w:hAnsi="Poppins" w:cs="Poppins"/>
              </w:rPr>
              <w:t>.</w:t>
            </w:r>
          </w:p>
          <w:p w14:paraId="3219C5F9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CCB022" w14:textId="77777777" w:rsidR="00D94C29" w:rsidRDefault="00D94C29" w:rsidP="00D94C29">
            <w:pPr>
              <w:jc w:val="both"/>
              <w:rPr>
                <w:rFonts w:cs="Poppins"/>
                <w:b/>
                <w:bCs/>
              </w:rPr>
            </w:pPr>
            <w:r w:rsidRPr="00055683">
              <w:rPr>
                <w:rFonts w:ascii="Poppins" w:hAnsi="Poppins" w:cs="Poppins"/>
                <w:b/>
                <w:bCs/>
                <w:sz w:val="20"/>
              </w:rPr>
              <w:t>Funzionamento:</w:t>
            </w:r>
          </w:p>
          <w:p w14:paraId="448DD78D" w14:textId="77777777" w:rsidR="00D94C29" w:rsidRPr="0037768E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L’utilizzo dell’acqua refrigerata per preraffreddare l’aria è fondamentale per l’efficienza del processo, perché in questo modo è possibile:</w:t>
            </w:r>
          </w:p>
          <w:p w14:paraId="109315D7" w14:textId="77777777" w:rsidR="00D94C29" w:rsidRPr="0037768E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lastRenderedPageBreak/>
              <w:t>trattare l’aria esterna e portarla ad una temperatura adeguata per il trattamento di deumidificazione a ciclo frigorifero;</w:t>
            </w:r>
          </w:p>
          <w:p w14:paraId="75B995DF" w14:textId="77777777" w:rsidR="00D94C29" w:rsidRPr="0037768E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>rendere minimo l’impegno di potenza elettrica del compressore frigorifero.</w:t>
            </w:r>
          </w:p>
          <w:p w14:paraId="6BB771C3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Il processo di trattamento dell’aria varia a seconda che si voglia ottenere aria in uscita neutra oppure raffreddata rispetto alla temperatura in aspirazione.</w:t>
            </w:r>
          </w:p>
          <w:p w14:paraId="37B3A7BE" w14:textId="77777777" w:rsidR="00A368AB" w:rsidRDefault="00A368AB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C716A45" w14:textId="6839FE16" w:rsidR="00A368AB" w:rsidRDefault="00A368AB" w:rsidP="00D94C2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Fluido refrigerante: R290.</w:t>
            </w:r>
          </w:p>
          <w:p w14:paraId="77943973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6CFB79" w14:textId="77777777" w:rsidR="00D94C29" w:rsidRPr="005100D3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00D3">
              <w:rPr>
                <w:rFonts w:ascii="Poppins" w:hAnsi="Poppins" w:cs="Poppins"/>
                <w:b/>
                <w:bCs/>
                <w:sz w:val="20"/>
              </w:rPr>
              <w:t>Costituzione:</w:t>
            </w:r>
          </w:p>
          <w:p w14:paraId="4BF80CD3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Scarico condensa (D = 19 mm</w:t>
            </w:r>
            <w:r>
              <w:rPr>
                <w:rFonts w:ascii="Poppins" w:hAnsi="Poppins" w:cs="Poppins"/>
              </w:rPr>
              <w:t>)</w:t>
            </w:r>
          </w:p>
          <w:p w14:paraId="0610D984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Ingresso acqua (1/2”M)</w:t>
            </w:r>
          </w:p>
          <w:p w14:paraId="4F754EC8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Uscita acqua (1/2”M)</w:t>
            </w:r>
          </w:p>
          <w:p w14:paraId="625C207A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Accesso collegamenti elettrici</w:t>
            </w:r>
          </w:p>
          <w:p w14:paraId="0356CFA7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Pannello quadro elettrico</w:t>
            </w:r>
          </w:p>
          <w:p w14:paraId="3468D94A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Uscita aria deumidificata</w:t>
            </w:r>
          </w:p>
          <w:p w14:paraId="3564B863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Ingresso aria</w:t>
            </w:r>
          </w:p>
          <w:p w14:paraId="740272E5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elettrotermica</w:t>
            </w:r>
          </w:p>
          <w:p w14:paraId="1CFEBF98" w14:textId="77777777" w:rsidR="00D94C29" w:rsidRPr="00F61EF0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F61EF0">
              <w:rPr>
                <w:rFonts w:ascii="Poppins" w:hAnsi="Poppins" w:cs="Poppins"/>
              </w:rPr>
              <w:t>Sfiato</w:t>
            </w:r>
          </w:p>
          <w:p w14:paraId="7408DC31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2F449ED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0C4C1F8" w14:textId="52727929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9039DF">
              <w:rPr>
                <w:rFonts w:ascii="Poppins" w:hAnsi="Poppins" w:cs="Poppins"/>
              </w:rPr>
              <w:t>Vac</w:t>
            </w:r>
            <w:proofErr w:type="spellEnd"/>
            <w:r w:rsidR="00A368AB">
              <w:rPr>
                <w:rFonts w:ascii="Poppins" w:hAnsi="Poppins" w:cs="Poppins"/>
              </w:rPr>
              <w:t xml:space="preserve"> -</w:t>
            </w:r>
            <w:r w:rsidRPr="009039DF">
              <w:rPr>
                <w:rFonts w:ascii="Poppins" w:hAnsi="Poppins" w:cs="Poppins"/>
              </w:rPr>
              <w:t xml:space="preserve"> 50 Hz</w:t>
            </w:r>
          </w:p>
          <w:p w14:paraId="57521BC3" w14:textId="77777777" w:rsidR="00D94C29" w:rsidRPr="004C12A5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>Potenza massima assorbita: 3</w:t>
            </w:r>
            <w:r>
              <w:rPr>
                <w:rFonts w:ascii="Poppins" w:hAnsi="Poppins" w:cs="Poppins"/>
              </w:rPr>
              <w:t>2</w:t>
            </w:r>
            <w:r w:rsidRPr="009039DF">
              <w:rPr>
                <w:rFonts w:ascii="Poppins" w:hAnsi="Poppins" w:cs="Poppins"/>
              </w:rPr>
              <w:t xml:space="preserve">0 W </w:t>
            </w:r>
          </w:p>
          <w:p w14:paraId="03FFEB6C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Corrente massima assorbita: </w:t>
            </w:r>
            <w:r>
              <w:rPr>
                <w:rFonts w:ascii="Poppins" w:hAnsi="Poppins" w:cs="Poppins"/>
              </w:rPr>
              <w:t>1,55</w:t>
            </w:r>
            <w:r w:rsidRPr="009039DF">
              <w:rPr>
                <w:rFonts w:ascii="Poppins" w:hAnsi="Poppins" w:cs="Poppins"/>
              </w:rPr>
              <w:t xml:space="preserve"> A</w:t>
            </w:r>
          </w:p>
          <w:p w14:paraId="0BF75113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Grado di protezione: IP42</w:t>
            </w:r>
          </w:p>
          <w:p w14:paraId="29EDFA47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netto: 30 kg</w:t>
            </w:r>
          </w:p>
          <w:p w14:paraId="29A74E5C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1275EDBA" w14:textId="77777777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ad aria neutra</w:t>
            </w:r>
          </w:p>
          <w:p w14:paraId="512DA4ED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5F1D0651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48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778832AE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0,63 l/h</w:t>
            </w:r>
          </w:p>
          <w:p w14:paraId="3F0D3492" w14:textId="77777777" w:rsidR="00D94C29" w:rsidRPr="0037768E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2,74 l/h*kW</w:t>
            </w:r>
          </w:p>
          <w:p w14:paraId="78A6AC83" w14:textId="77777777" w:rsidR="00D94C29" w:rsidRPr="006C351D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2D3517E0" w14:textId="77777777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+ integrazione con acqua </w:t>
            </w: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:</w:t>
            </w:r>
          </w:p>
          <w:p w14:paraId="68E1B0A2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354222E6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48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4541A88C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0,70 l/h</w:t>
            </w:r>
          </w:p>
          <w:p w14:paraId="02EBD848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3,04 l/h*kW</w:t>
            </w:r>
          </w:p>
          <w:p w14:paraId="2CD4F855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681FE1" w14:textId="7A04E696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Pr="00CB0D42">
              <w:rPr>
                <w:rFonts w:ascii="Poppins" w:hAnsi="Poppins" w:cs="Poppins"/>
                <w:b/>
                <w:sz w:val="20"/>
              </w:rPr>
              <w:t>Deumidificatore con integrazione da incasso a parete EPD 24RD-</w:t>
            </w:r>
            <w:r w:rsidR="006F6F47">
              <w:rPr>
                <w:rFonts w:ascii="Poppins" w:hAnsi="Poppins" w:cs="Poppins"/>
                <w:b/>
                <w:sz w:val="20"/>
              </w:rPr>
              <w:t>3</w:t>
            </w:r>
            <w:r w:rsidRPr="00CB0D42">
              <w:rPr>
                <w:rFonts w:ascii="Poppins" w:hAnsi="Poppins" w:cs="Poppins"/>
                <w:b/>
                <w:sz w:val="20"/>
              </w:rPr>
              <w:t xml:space="preserve"> PI </w:t>
            </w:r>
            <w:r w:rsidRPr="009039DF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39E6A35A" w14:textId="77777777" w:rsidTr="00610F7D">
        <w:tc>
          <w:tcPr>
            <w:tcW w:w="1398" w:type="dxa"/>
          </w:tcPr>
          <w:p w14:paraId="0086B10C" w14:textId="1CDF1D90" w:rsidR="004F661D" w:rsidRPr="009039DF" w:rsidRDefault="00D94C29" w:rsidP="004F661D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lastRenderedPageBreak/>
              <w:t>073005</w:t>
            </w:r>
            <w:r>
              <w:rPr>
                <w:rFonts w:ascii="Poppins" w:hAnsi="Poppins" w:cs="Poppins"/>
                <w:sz w:val="20"/>
              </w:rPr>
              <w:t>1</w:t>
            </w:r>
            <w:r w:rsidR="004F661D">
              <w:rPr>
                <w:rFonts w:ascii="Poppins" w:hAnsi="Poppins" w:cs="Poppins"/>
                <w:sz w:val="20"/>
              </w:rPr>
              <w:t>3</w:t>
            </w:r>
          </w:p>
        </w:tc>
        <w:tc>
          <w:tcPr>
            <w:tcW w:w="2297" w:type="dxa"/>
          </w:tcPr>
          <w:p w14:paraId="4A42D5C0" w14:textId="0ECAAED5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Deumidificatore con integrazione da incasso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 xml:space="preserve">a </w:t>
            </w:r>
            <w:r>
              <w:rPr>
                <w:rFonts w:ascii="Poppins" w:hAnsi="Poppins" w:cs="Poppins"/>
                <w:sz w:val="20"/>
              </w:rPr>
              <w:t>soffitto</w:t>
            </w:r>
            <w:r w:rsidR="004F661D"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>EPD 2</w:t>
            </w:r>
            <w:r>
              <w:rPr>
                <w:rFonts w:ascii="Poppins" w:hAnsi="Poppins" w:cs="Poppins"/>
                <w:sz w:val="20"/>
              </w:rPr>
              <w:t>6</w:t>
            </w:r>
            <w:r w:rsidRPr="009039DF">
              <w:rPr>
                <w:rFonts w:ascii="Poppins" w:hAnsi="Poppins" w:cs="Poppins"/>
                <w:sz w:val="20"/>
              </w:rPr>
              <w:t>RD-</w:t>
            </w:r>
            <w:r w:rsidR="004F661D">
              <w:rPr>
                <w:rFonts w:ascii="Poppins" w:hAnsi="Poppins" w:cs="Poppins"/>
                <w:sz w:val="20"/>
              </w:rPr>
              <w:t>3</w:t>
            </w:r>
            <w:r w:rsidRPr="009039DF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S</w:t>
            </w:r>
            <w:r w:rsidRPr="009039DF">
              <w:rPr>
                <w:rFonts w:ascii="Poppins" w:hAnsi="Poppins" w:cs="Poppins"/>
                <w:sz w:val="20"/>
              </w:rPr>
              <w:t>I</w:t>
            </w:r>
          </w:p>
        </w:tc>
        <w:tc>
          <w:tcPr>
            <w:tcW w:w="5803" w:type="dxa"/>
          </w:tcPr>
          <w:p w14:paraId="6828ECA3" w14:textId="13D21B29" w:rsidR="00975190" w:rsidRDefault="00975190" w:rsidP="0097519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</w:t>
            </w:r>
            <w:r w:rsidRPr="004A565D">
              <w:rPr>
                <w:rFonts w:ascii="Poppins" w:hAnsi="Poppins" w:cs="Poppins"/>
              </w:rPr>
              <w:t xml:space="preserve">eumidificatori </w:t>
            </w:r>
            <w:r>
              <w:rPr>
                <w:rFonts w:ascii="Poppins" w:hAnsi="Poppins" w:cs="Poppins"/>
              </w:rPr>
              <w:t xml:space="preserve">da incasso a </w:t>
            </w:r>
            <w:r>
              <w:rPr>
                <w:rFonts w:ascii="Poppins" w:hAnsi="Poppins" w:cs="Poppins"/>
              </w:rPr>
              <w:t>soffitto</w:t>
            </w:r>
            <w:r w:rsidRPr="004A565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 xml:space="preserve">che </w:t>
            </w:r>
            <w:r w:rsidRPr="004A565D">
              <w:rPr>
                <w:rFonts w:ascii="Poppins" w:hAnsi="Poppins" w:cs="Poppins"/>
              </w:rPr>
              <w:t>permette di controllare l’umidità integrandosi in maniera ottimale in ogni tipo di ambiente.</w:t>
            </w:r>
          </w:p>
          <w:p w14:paraId="050B10D8" w14:textId="77777777" w:rsidR="00975190" w:rsidRDefault="00975190" w:rsidP="0097519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L’utilizzo del circuito frigorifero permette di abbattere l’umidità ambiente.</w:t>
            </w:r>
          </w:p>
          <w:p w14:paraId="1491E9F7" w14:textId="77777777" w:rsidR="00975190" w:rsidRPr="004A565D" w:rsidRDefault="00975190" w:rsidP="0097519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La presenza di una batteria ad acqua, se utilizzata in abbinamento al circuito frigorifero, consente all’aria in uscita di avere la stessa temperatura di quella in ingresso.</w:t>
            </w:r>
          </w:p>
          <w:p w14:paraId="3CC964C0" w14:textId="77777777" w:rsidR="00975190" w:rsidRDefault="00975190" w:rsidP="0097519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Il movimento dell’aria risulterà minimo e localizzato, dato che la diffusione dell’umidità nell’ambiente può avvenire senza lo spostamento di masse fluide</w:t>
            </w:r>
            <w:r>
              <w:rPr>
                <w:rFonts w:ascii="Poppins" w:hAnsi="Poppins" w:cs="Poppins"/>
              </w:rPr>
              <w:t>.</w:t>
            </w:r>
          </w:p>
          <w:p w14:paraId="152AE02F" w14:textId="77777777" w:rsidR="00975190" w:rsidRPr="009039DF" w:rsidRDefault="00975190" w:rsidP="0097519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E73B06" w14:textId="77777777" w:rsidR="00975190" w:rsidRDefault="00975190" w:rsidP="00975190">
            <w:pPr>
              <w:jc w:val="both"/>
              <w:rPr>
                <w:rFonts w:cs="Poppins"/>
                <w:b/>
                <w:bCs/>
              </w:rPr>
            </w:pPr>
            <w:r w:rsidRPr="00055683">
              <w:rPr>
                <w:rFonts w:ascii="Poppins" w:hAnsi="Poppins" w:cs="Poppins"/>
                <w:b/>
                <w:bCs/>
                <w:sz w:val="20"/>
              </w:rPr>
              <w:t>Funzionamento:</w:t>
            </w:r>
          </w:p>
          <w:p w14:paraId="49D027C0" w14:textId="77777777" w:rsidR="00975190" w:rsidRPr="0037768E" w:rsidRDefault="00975190" w:rsidP="00975190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L’utilizzo dell’acqua refrigerata per preraffreddare l’aria è fondamentale per l’efficienza del processo, perché in questo modo è possibile:</w:t>
            </w:r>
          </w:p>
          <w:p w14:paraId="5191D108" w14:textId="77777777" w:rsidR="00975190" w:rsidRPr="0037768E" w:rsidRDefault="00975190" w:rsidP="0097519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>trattare l’aria esterna e portarla ad una temperatura adeguata per il trattamento di deumidificazione a ciclo frigorifero;</w:t>
            </w:r>
          </w:p>
          <w:p w14:paraId="620D0967" w14:textId="77777777" w:rsidR="00975190" w:rsidRPr="0037768E" w:rsidRDefault="00975190" w:rsidP="0097519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>rendere minimo l’impegno di potenza elettrica del compressore frigorifero.</w:t>
            </w:r>
          </w:p>
          <w:p w14:paraId="292EAB08" w14:textId="77777777" w:rsidR="00975190" w:rsidRDefault="00975190" w:rsidP="00975190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Il processo di trattamento dell’aria varia a seconda che si voglia ottenere aria in uscita neutra oppure raffreddata rispetto alla temperatura in aspirazione.</w:t>
            </w:r>
          </w:p>
          <w:p w14:paraId="7E6419FC" w14:textId="77777777" w:rsidR="00975190" w:rsidRDefault="00975190" w:rsidP="0097519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145CEB5" w14:textId="77777777" w:rsidR="00975190" w:rsidRDefault="00975190" w:rsidP="0097519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Fluido refrigerante: R290.</w:t>
            </w:r>
          </w:p>
          <w:p w14:paraId="3C678BDC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B6D50AF" w14:textId="77777777" w:rsidR="00D94C29" w:rsidRPr="005100D3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00D3">
              <w:rPr>
                <w:rFonts w:ascii="Poppins" w:hAnsi="Poppins" w:cs="Poppins"/>
                <w:b/>
                <w:bCs/>
                <w:sz w:val="20"/>
              </w:rPr>
              <w:t>Costituzione:</w:t>
            </w:r>
          </w:p>
          <w:p w14:paraId="5BBD3AA4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Uscita aria</w:t>
            </w:r>
          </w:p>
          <w:p w14:paraId="057F832B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Ingresso aria</w:t>
            </w:r>
          </w:p>
          <w:p w14:paraId="07D7B715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Staffa di aggancio (foro Ø 6mm)</w:t>
            </w:r>
          </w:p>
          <w:p w14:paraId="7997456A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Pannello quadro elettrico</w:t>
            </w:r>
          </w:p>
          <w:p w14:paraId="3B4EFAD4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Scarico condensa (Ø 19 mm)</w:t>
            </w:r>
          </w:p>
          <w:p w14:paraId="5FF972A7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Ingresso acqua (1/2” M)</w:t>
            </w:r>
          </w:p>
          <w:p w14:paraId="7FB05020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Uscita acqua (1/2” M)</w:t>
            </w:r>
          </w:p>
          <w:p w14:paraId="29FEC533" w14:textId="77777777" w:rsidR="00D94C29" w:rsidRPr="00282B7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282B79">
              <w:rPr>
                <w:rFonts w:ascii="Poppins" w:hAnsi="Poppins" w:cs="Poppins"/>
              </w:rPr>
              <w:t>Sfiato</w:t>
            </w:r>
          </w:p>
          <w:p w14:paraId="2DE00CD2" w14:textId="77777777" w:rsidR="00D94C29" w:rsidRPr="00282B79" w:rsidRDefault="00D94C29" w:rsidP="00D94C29">
            <w:pPr>
              <w:numPr>
                <w:ilvl w:val="0"/>
                <w:numId w:val="37"/>
              </w:numPr>
              <w:jc w:val="both"/>
              <w:rPr>
                <w:rFonts w:ascii="Poppins" w:hAnsi="Poppins" w:cs="Poppins"/>
                <w:sz w:val="16"/>
                <w:szCs w:val="16"/>
              </w:rPr>
            </w:pPr>
            <w:r w:rsidRPr="00282B79">
              <w:rPr>
                <w:rFonts w:ascii="Poppins" w:hAnsi="Poppins" w:cs="Poppins"/>
                <w:sz w:val="20"/>
                <w:szCs w:val="16"/>
              </w:rPr>
              <w:t>Valvola elettrotermica acqua</w:t>
            </w:r>
          </w:p>
          <w:p w14:paraId="07589F39" w14:textId="77777777" w:rsidR="00D94C29" w:rsidRPr="00282B79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6DE0F365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69E6518A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9039DF">
              <w:rPr>
                <w:rFonts w:ascii="Poppins" w:hAnsi="Poppins" w:cs="Poppins"/>
              </w:rPr>
              <w:t>Vac</w:t>
            </w:r>
            <w:proofErr w:type="spellEnd"/>
            <w:r w:rsidRPr="009039DF">
              <w:rPr>
                <w:rFonts w:ascii="Poppins" w:hAnsi="Poppins" w:cs="Poppins"/>
              </w:rPr>
              <w:t>, 50 Hz</w:t>
            </w:r>
          </w:p>
          <w:p w14:paraId="43D3120B" w14:textId="77777777" w:rsidR="00D94C29" w:rsidRPr="004C12A5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>Potenza massima assorbita: 3</w:t>
            </w:r>
            <w:r>
              <w:rPr>
                <w:rFonts w:ascii="Poppins" w:hAnsi="Poppins" w:cs="Poppins"/>
              </w:rPr>
              <w:t>65</w:t>
            </w:r>
            <w:r w:rsidRPr="009039DF">
              <w:rPr>
                <w:rFonts w:ascii="Poppins" w:hAnsi="Poppins" w:cs="Poppins"/>
              </w:rPr>
              <w:t xml:space="preserve"> W </w:t>
            </w:r>
          </w:p>
          <w:p w14:paraId="136813F4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Corrente massima assorbita: </w:t>
            </w:r>
            <w:r>
              <w:rPr>
                <w:rFonts w:ascii="Poppins" w:hAnsi="Poppins" w:cs="Poppins"/>
              </w:rPr>
              <w:t>1,80</w:t>
            </w:r>
            <w:r w:rsidRPr="009039DF">
              <w:rPr>
                <w:rFonts w:ascii="Poppins" w:hAnsi="Poppins" w:cs="Poppins"/>
              </w:rPr>
              <w:t xml:space="preserve"> A</w:t>
            </w:r>
          </w:p>
          <w:p w14:paraId="1AD236F5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Grado di protezione: IP42</w:t>
            </w:r>
          </w:p>
          <w:p w14:paraId="0D931B24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netto: 30 kg</w:t>
            </w:r>
          </w:p>
          <w:p w14:paraId="5F84E827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08CB033A" w14:textId="77777777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ad aria neutra</w:t>
            </w:r>
          </w:p>
          <w:p w14:paraId="6F47807D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251932FF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51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52C63694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0,72 l/h</w:t>
            </w:r>
          </w:p>
          <w:p w14:paraId="1928B2B8" w14:textId="77777777" w:rsidR="00D94C29" w:rsidRPr="0037768E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2,67 l/h*kW</w:t>
            </w:r>
          </w:p>
          <w:p w14:paraId="495D0659" w14:textId="77777777" w:rsidR="00D94C29" w:rsidRPr="006C351D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10C96571" w14:textId="77777777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+ integrazione con acqua </w:t>
            </w: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:</w:t>
            </w:r>
          </w:p>
          <w:p w14:paraId="1945631D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15F818D1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57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69DCD620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0,75 l/h</w:t>
            </w:r>
          </w:p>
          <w:p w14:paraId="580F7F69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2,78 l/h*kW</w:t>
            </w:r>
          </w:p>
          <w:p w14:paraId="6597CDA9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10F1008" w14:textId="2737D02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Pr="00CB0D42">
              <w:rPr>
                <w:rFonts w:ascii="Poppins" w:hAnsi="Poppins" w:cs="Poppins"/>
                <w:b/>
                <w:sz w:val="20"/>
              </w:rPr>
              <w:t xml:space="preserve">Deumidificatore con integrazione da incasso </w:t>
            </w:r>
            <w:r>
              <w:rPr>
                <w:rFonts w:ascii="Poppins" w:hAnsi="Poppins" w:cs="Poppins"/>
                <w:b/>
                <w:sz w:val="20"/>
              </w:rPr>
              <w:t>a soffitto</w:t>
            </w:r>
            <w:r w:rsidRPr="00CB0D42">
              <w:rPr>
                <w:rFonts w:ascii="Poppins" w:hAnsi="Poppins" w:cs="Poppins"/>
                <w:b/>
                <w:sz w:val="20"/>
              </w:rPr>
              <w:t xml:space="preserve"> EPD 2</w:t>
            </w:r>
            <w:r>
              <w:rPr>
                <w:rFonts w:ascii="Poppins" w:hAnsi="Poppins" w:cs="Poppins"/>
                <w:b/>
                <w:sz w:val="20"/>
              </w:rPr>
              <w:t>6</w:t>
            </w:r>
            <w:r w:rsidRPr="00CB0D42">
              <w:rPr>
                <w:rFonts w:ascii="Poppins" w:hAnsi="Poppins" w:cs="Poppins"/>
                <w:b/>
                <w:sz w:val="20"/>
              </w:rPr>
              <w:t>RD-</w:t>
            </w:r>
            <w:r w:rsidR="00975190">
              <w:rPr>
                <w:rFonts w:ascii="Poppins" w:hAnsi="Poppins" w:cs="Poppins"/>
                <w:b/>
                <w:sz w:val="20"/>
              </w:rPr>
              <w:t>3</w:t>
            </w:r>
            <w:r w:rsidRPr="00CB0D42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>S</w:t>
            </w:r>
            <w:r w:rsidRPr="00CB0D42">
              <w:rPr>
                <w:rFonts w:ascii="Poppins" w:hAnsi="Poppins" w:cs="Poppins"/>
                <w:b/>
                <w:sz w:val="20"/>
              </w:rPr>
              <w:t xml:space="preserve">I </w:t>
            </w:r>
            <w:r w:rsidRPr="009039DF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046D894B" w14:textId="77777777" w:rsidTr="00610F7D">
        <w:tc>
          <w:tcPr>
            <w:tcW w:w="1398" w:type="dxa"/>
          </w:tcPr>
          <w:p w14:paraId="69CC3A32" w14:textId="6995B2C4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7757B3">
              <w:rPr>
                <w:rFonts w:ascii="Poppins" w:hAnsi="Poppins" w:cs="Poppins"/>
                <w:sz w:val="20"/>
              </w:rPr>
              <w:lastRenderedPageBreak/>
              <w:t>0730071</w:t>
            </w:r>
            <w:r w:rsidR="007757B3" w:rsidRPr="007757B3">
              <w:rPr>
                <w:rFonts w:ascii="Poppins" w:hAnsi="Poppins" w:cs="Poppins"/>
                <w:sz w:val="20"/>
              </w:rPr>
              <w:t>2</w:t>
            </w:r>
          </w:p>
        </w:tc>
        <w:tc>
          <w:tcPr>
            <w:tcW w:w="2297" w:type="dxa"/>
          </w:tcPr>
          <w:p w14:paraId="5AE171CB" w14:textId="489548A8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Deumidificatore con integrazione da incasso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 xml:space="preserve">a </w:t>
            </w:r>
            <w:r>
              <w:rPr>
                <w:rFonts w:ascii="Poppins" w:hAnsi="Poppins" w:cs="Poppins"/>
                <w:sz w:val="20"/>
              </w:rPr>
              <w:t xml:space="preserve">soffitto </w:t>
            </w:r>
            <w:r w:rsidRPr="009039DF">
              <w:rPr>
                <w:rFonts w:ascii="Poppins" w:hAnsi="Poppins" w:cs="Poppins"/>
                <w:sz w:val="20"/>
              </w:rPr>
              <w:t>E</w:t>
            </w:r>
            <w:r>
              <w:rPr>
                <w:rFonts w:ascii="Poppins" w:hAnsi="Poppins" w:cs="Poppins"/>
                <w:sz w:val="20"/>
              </w:rPr>
              <w:t>CA</w:t>
            </w:r>
            <w:r w:rsidRPr="009039DF">
              <w:rPr>
                <w:rFonts w:ascii="Poppins" w:hAnsi="Poppins" w:cs="Poppins"/>
                <w:sz w:val="20"/>
              </w:rPr>
              <w:t xml:space="preserve">P </w:t>
            </w:r>
            <w:r>
              <w:rPr>
                <w:rFonts w:ascii="Poppins" w:hAnsi="Poppins" w:cs="Poppins"/>
                <w:sz w:val="20"/>
              </w:rPr>
              <w:t>351</w:t>
            </w:r>
            <w:r w:rsidRPr="009039DF">
              <w:rPr>
                <w:rFonts w:ascii="Poppins" w:hAnsi="Poppins" w:cs="Poppins"/>
                <w:sz w:val="20"/>
              </w:rPr>
              <w:t>RD-</w:t>
            </w:r>
            <w:r w:rsidR="00C82843">
              <w:rPr>
                <w:rFonts w:ascii="Poppins" w:hAnsi="Poppins" w:cs="Poppins"/>
                <w:sz w:val="20"/>
              </w:rPr>
              <w:t>4</w:t>
            </w:r>
          </w:p>
        </w:tc>
        <w:tc>
          <w:tcPr>
            <w:tcW w:w="5803" w:type="dxa"/>
          </w:tcPr>
          <w:p w14:paraId="5DECB651" w14:textId="77777777" w:rsidR="00C82843" w:rsidRDefault="00C82843" w:rsidP="00C82843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</w:t>
            </w:r>
            <w:r w:rsidRPr="004A565D">
              <w:rPr>
                <w:rFonts w:ascii="Poppins" w:hAnsi="Poppins" w:cs="Poppins"/>
              </w:rPr>
              <w:t xml:space="preserve">eumidificatori </w:t>
            </w:r>
            <w:r>
              <w:rPr>
                <w:rFonts w:ascii="Poppins" w:hAnsi="Poppins" w:cs="Poppins"/>
              </w:rPr>
              <w:t>da incasso a soffitto</w:t>
            </w:r>
            <w:r w:rsidRPr="004A565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 xml:space="preserve">che </w:t>
            </w:r>
            <w:r w:rsidRPr="004A565D">
              <w:rPr>
                <w:rFonts w:ascii="Poppins" w:hAnsi="Poppins" w:cs="Poppins"/>
              </w:rPr>
              <w:t>permette di controllare l’umidità integrandosi in maniera ottimale in ogni tipo di ambiente.</w:t>
            </w:r>
          </w:p>
          <w:p w14:paraId="5D1B1C8A" w14:textId="77777777" w:rsidR="00C82843" w:rsidRDefault="00C82843" w:rsidP="00C8284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L’utilizzo del circuito frigorifero permette di abbattere l’umidità ambiente.</w:t>
            </w:r>
          </w:p>
          <w:p w14:paraId="7422AF2C" w14:textId="77777777" w:rsidR="00C82843" w:rsidRPr="004A565D" w:rsidRDefault="00C82843" w:rsidP="00C8284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La presenza di una batteria ad acqua, se utilizzata in abbinamento al circuito frigorifero, consente all’aria in uscita di avere la stessa temperatura di quella in ingresso.</w:t>
            </w:r>
          </w:p>
          <w:p w14:paraId="71A73167" w14:textId="77777777" w:rsidR="00C82843" w:rsidRDefault="00C82843" w:rsidP="00C8284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Il movimento dell’aria risulterà minimo e localizzato, dato che la diffusione dell’umidità nell’ambiente può avvenire senza lo spostamento di masse fluide</w:t>
            </w:r>
            <w:r>
              <w:rPr>
                <w:rFonts w:ascii="Poppins" w:hAnsi="Poppins" w:cs="Poppins"/>
              </w:rPr>
              <w:t>.</w:t>
            </w:r>
          </w:p>
          <w:p w14:paraId="361F3787" w14:textId="77777777" w:rsidR="00C82843" w:rsidRPr="009039DF" w:rsidRDefault="00C82843" w:rsidP="00C8284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A1FA4D" w14:textId="77777777" w:rsidR="00C82843" w:rsidRDefault="00C82843" w:rsidP="00C82843">
            <w:pPr>
              <w:jc w:val="both"/>
              <w:rPr>
                <w:rFonts w:cs="Poppins"/>
                <w:b/>
                <w:bCs/>
              </w:rPr>
            </w:pPr>
            <w:r w:rsidRPr="00055683">
              <w:rPr>
                <w:rFonts w:ascii="Poppins" w:hAnsi="Poppins" w:cs="Poppins"/>
                <w:b/>
                <w:bCs/>
                <w:sz w:val="20"/>
              </w:rPr>
              <w:t>Funzionamento:</w:t>
            </w:r>
          </w:p>
          <w:p w14:paraId="6F0C4804" w14:textId="77777777" w:rsidR="00C82843" w:rsidRPr="0037768E" w:rsidRDefault="00C82843" w:rsidP="00C82843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L’utilizzo dell’acqua refrigerata per preraffreddare l’aria è fondamentale per l’efficienza del processo, perché in questo modo è possibile:</w:t>
            </w:r>
          </w:p>
          <w:p w14:paraId="4533BECF" w14:textId="77777777" w:rsidR="00C82843" w:rsidRPr="0037768E" w:rsidRDefault="00C82843" w:rsidP="00C82843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lastRenderedPageBreak/>
              <w:t>trattare l’aria esterna e portarla ad una temperatura adeguata per il trattamento di deumidificazione a ciclo frigorifero;</w:t>
            </w:r>
          </w:p>
          <w:p w14:paraId="6D2BE0B1" w14:textId="77777777" w:rsidR="00C82843" w:rsidRPr="0037768E" w:rsidRDefault="00C82843" w:rsidP="00C82843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>rendere minimo l’impegno di potenza elettrica del compressore frigorifero.</w:t>
            </w:r>
          </w:p>
          <w:p w14:paraId="4757C9CE" w14:textId="77777777" w:rsidR="00C82843" w:rsidRDefault="00C82843" w:rsidP="00C82843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Il processo di trattamento dell’aria varia a seconda che si voglia ottenere aria in uscita neutra oppure raffreddata rispetto alla temperatura in aspirazione.</w:t>
            </w:r>
          </w:p>
          <w:p w14:paraId="0DE5C612" w14:textId="77777777" w:rsidR="00C82843" w:rsidRDefault="00C82843" w:rsidP="00C8284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EC5909" w14:textId="77777777" w:rsidR="00C82843" w:rsidRDefault="00C82843" w:rsidP="00C8284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Fluido refrigerante: R290.</w:t>
            </w:r>
          </w:p>
          <w:p w14:paraId="72F5EE2E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BF4256" w14:textId="77777777" w:rsidR="00D94C29" w:rsidRPr="005100D3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00D3">
              <w:rPr>
                <w:rFonts w:ascii="Poppins" w:hAnsi="Poppins" w:cs="Poppins"/>
                <w:b/>
                <w:bCs/>
                <w:sz w:val="20"/>
              </w:rPr>
              <w:t>Costituzione:</w:t>
            </w:r>
          </w:p>
          <w:p w14:paraId="4760BF2C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Pannello quadro elettrico</w:t>
            </w:r>
          </w:p>
          <w:p w14:paraId="6592E455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Uscita acqua preraffreddamento (1/2” F)</w:t>
            </w:r>
          </w:p>
          <w:p w14:paraId="4F4E798E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Ingresso acqua preraffreddamento (1/2” F)</w:t>
            </w:r>
            <w:r w:rsidRPr="00A64283">
              <w:rPr>
                <w:rFonts w:ascii="Poppins" w:hAnsi="Poppins" w:cs="Poppins"/>
              </w:rPr>
              <w:tab/>
            </w:r>
          </w:p>
          <w:p w14:paraId="109A0CEA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 xml:space="preserve">Uscita acqua </w:t>
            </w:r>
            <w:proofErr w:type="spellStart"/>
            <w:r w:rsidRPr="00A64283">
              <w:rPr>
                <w:rFonts w:ascii="Poppins" w:hAnsi="Poppins" w:cs="Poppins"/>
              </w:rPr>
              <w:t>postraffreddamento</w:t>
            </w:r>
            <w:proofErr w:type="spellEnd"/>
            <w:r w:rsidRPr="00A64283">
              <w:rPr>
                <w:rFonts w:ascii="Poppins" w:hAnsi="Poppins" w:cs="Poppins"/>
              </w:rPr>
              <w:t xml:space="preserve"> (1/2” F)</w:t>
            </w:r>
          </w:p>
          <w:p w14:paraId="00EE15B3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 xml:space="preserve">Ingresso acqua </w:t>
            </w:r>
            <w:proofErr w:type="spellStart"/>
            <w:r w:rsidRPr="00A64283">
              <w:rPr>
                <w:rFonts w:ascii="Poppins" w:hAnsi="Poppins" w:cs="Poppins"/>
              </w:rPr>
              <w:t>postraffreddamento</w:t>
            </w:r>
            <w:proofErr w:type="spellEnd"/>
            <w:r w:rsidRPr="00A64283">
              <w:rPr>
                <w:rFonts w:ascii="Poppins" w:hAnsi="Poppins" w:cs="Poppins"/>
              </w:rPr>
              <w:t xml:space="preserve"> (1/2” F)</w:t>
            </w:r>
          </w:p>
          <w:p w14:paraId="48C31957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Ingresso aria</w:t>
            </w:r>
          </w:p>
          <w:p w14:paraId="7FB009FA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Scarico condensa (Ø 19 mm)</w:t>
            </w:r>
          </w:p>
          <w:p w14:paraId="1F7BAC4A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Staffa di aggancio (foro Ø 6 mm)</w:t>
            </w:r>
          </w:p>
          <w:p w14:paraId="668D5F15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Sfiato inferiore</w:t>
            </w:r>
          </w:p>
          <w:p w14:paraId="58859E6A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Sfiato superiore</w:t>
            </w:r>
          </w:p>
          <w:p w14:paraId="191B3708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Uscita aria</w:t>
            </w:r>
          </w:p>
          <w:p w14:paraId="441ADE4F" w14:textId="77777777" w:rsidR="00D94C29" w:rsidRPr="00A64283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55CF6393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02BE74E" w14:textId="0CC0A1C8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9039DF">
              <w:rPr>
                <w:rFonts w:ascii="Poppins" w:hAnsi="Poppins" w:cs="Poppins"/>
              </w:rPr>
              <w:t>Vac</w:t>
            </w:r>
            <w:proofErr w:type="spellEnd"/>
            <w:r w:rsidR="00C82843">
              <w:rPr>
                <w:rFonts w:ascii="Poppins" w:hAnsi="Poppins" w:cs="Poppins"/>
              </w:rPr>
              <w:t xml:space="preserve"> -</w:t>
            </w:r>
            <w:r w:rsidRPr="009039DF">
              <w:rPr>
                <w:rFonts w:ascii="Poppins" w:hAnsi="Poppins" w:cs="Poppins"/>
              </w:rPr>
              <w:t xml:space="preserve"> 50 Hz</w:t>
            </w:r>
          </w:p>
          <w:p w14:paraId="7F555A32" w14:textId="77777777" w:rsidR="00D94C29" w:rsidRPr="004C12A5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Potenza massima assorbita: </w:t>
            </w:r>
            <w:r>
              <w:rPr>
                <w:rFonts w:ascii="Poppins" w:hAnsi="Poppins" w:cs="Poppins"/>
              </w:rPr>
              <w:t>570</w:t>
            </w:r>
            <w:r w:rsidRPr="009039DF">
              <w:rPr>
                <w:rFonts w:ascii="Poppins" w:hAnsi="Poppins" w:cs="Poppins"/>
              </w:rPr>
              <w:t xml:space="preserve"> W </w:t>
            </w:r>
          </w:p>
          <w:p w14:paraId="08723F95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Corrente massima assorbita: </w:t>
            </w:r>
            <w:r>
              <w:rPr>
                <w:rFonts w:ascii="Poppins" w:hAnsi="Poppins" w:cs="Poppins"/>
              </w:rPr>
              <w:t>2,60</w:t>
            </w:r>
            <w:r w:rsidRPr="009039DF">
              <w:rPr>
                <w:rFonts w:ascii="Poppins" w:hAnsi="Poppins" w:cs="Poppins"/>
              </w:rPr>
              <w:t xml:space="preserve"> A</w:t>
            </w:r>
          </w:p>
          <w:p w14:paraId="21FDDDB8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Grado di protezione: IP42</w:t>
            </w:r>
          </w:p>
          <w:p w14:paraId="232FA43A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netto: 34 kg</w:t>
            </w:r>
          </w:p>
          <w:p w14:paraId="75BC0A60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49E705C0" w14:textId="77777777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ad aria neutra</w:t>
            </w:r>
          </w:p>
          <w:p w14:paraId="3ED480C6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795D0697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53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00D2C6D2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0,85 l/h</w:t>
            </w:r>
          </w:p>
          <w:p w14:paraId="3122126C" w14:textId="77777777" w:rsidR="00D94C29" w:rsidRPr="0037768E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t>DER: 1,89 l/h*kW</w:t>
            </w:r>
          </w:p>
          <w:p w14:paraId="0329928E" w14:textId="77777777" w:rsidR="00D94C29" w:rsidRPr="006C351D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6CE7FDFB" w14:textId="77777777" w:rsidR="00D94C29" w:rsidRPr="00AC015C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Funzionamento in deumidificazione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+ integrazione con acqua </w:t>
            </w:r>
            <w:r w:rsidRPr="00AC015C">
              <w:rPr>
                <w:rFonts w:ascii="Poppins" w:hAnsi="Poppins" w:cs="Poppins"/>
                <w:b/>
                <w:bCs/>
                <w:sz w:val="20"/>
                <w:szCs w:val="16"/>
              </w:rPr>
              <w:t>:</w:t>
            </w:r>
          </w:p>
          <w:p w14:paraId="1B0764B6" w14:textId="77777777" w:rsidR="00D94C29" w:rsidRPr="00AC015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szCs w:val="16"/>
              </w:rPr>
            </w:pPr>
            <w:r>
              <w:rPr>
                <w:rFonts w:ascii="Poppins" w:hAnsi="Poppins" w:cs="Poppins"/>
                <w:szCs w:val="16"/>
              </w:rPr>
              <w:t>Temperatura ingresso min-max: 21-32 °C</w:t>
            </w:r>
          </w:p>
          <w:p w14:paraId="05AF56E3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59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32A501DB" w14:textId="77777777" w:rsidR="00D94C29" w:rsidRPr="00583AAC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hAnsi="Poppins" w:cs="Poppins"/>
              </w:rPr>
              <w:t>Capacità di deumidificazione: 1,07 l/h</w:t>
            </w:r>
          </w:p>
          <w:p w14:paraId="7F44FBA8" w14:textId="77777777" w:rsidR="00D94C29" w:rsidRPr="009039DF" w:rsidRDefault="00D94C29" w:rsidP="00D94C29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</w:rPr>
            </w:pPr>
            <w:r>
              <w:rPr>
                <w:rFonts w:ascii="Poppins" w:eastAsia="HelveticaLTStd-LightCond" w:hAnsi="Poppins" w:cs="Poppins"/>
              </w:rPr>
              <w:lastRenderedPageBreak/>
              <w:t>DER: 2,43 l/h*kW</w:t>
            </w:r>
          </w:p>
          <w:p w14:paraId="147758B7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D76C97" w14:textId="34E9350A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Pr="00A64283">
              <w:rPr>
                <w:rFonts w:ascii="Poppins" w:hAnsi="Poppins" w:cs="Poppins"/>
                <w:b/>
                <w:sz w:val="20"/>
              </w:rPr>
              <w:t>Deumidificatore con integrazione da incasso a soffitto ECAP 351RD-</w:t>
            </w:r>
            <w:r w:rsidR="00C046BC">
              <w:rPr>
                <w:rFonts w:ascii="Poppins" w:hAnsi="Poppins" w:cs="Poppins"/>
                <w:b/>
                <w:sz w:val="20"/>
              </w:rPr>
              <w:t>4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60A0BA43" w14:textId="77777777" w:rsidTr="00610F7D">
        <w:tc>
          <w:tcPr>
            <w:tcW w:w="1398" w:type="dxa"/>
          </w:tcPr>
          <w:p w14:paraId="617D51DF" w14:textId="447AD31F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07300760</w:t>
            </w:r>
          </w:p>
        </w:tc>
        <w:tc>
          <w:tcPr>
            <w:tcW w:w="2297" w:type="dxa"/>
          </w:tcPr>
          <w:p w14:paraId="1FBAC017" w14:textId="37022F3E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Deumidificatore con integrazione da incasso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39DF">
              <w:rPr>
                <w:rFonts w:ascii="Poppins" w:hAnsi="Poppins" w:cs="Poppins"/>
                <w:sz w:val="20"/>
              </w:rPr>
              <w:t xml:space="preserve">a </w:t>
            </w:r>
            <w:r>
              <w:rPr>
                <w:rFonts w:ascii="Poppins" w:hAnsi="Poppins" w:cs="Poppins"/>
                <w:sz w:val="20"/>
              </w:rPr>
              <w:t xml:space="preserve">soffitto </w:t>
            </w:r>
            <w:r w:rsidRPr="009039DF">
              <w:rPr>
                <w:rFonts w:ascii="Poppins" w:hAnsi="Poppins" w:cs="Poppins"/>
                <w:sz w:val="20"/>
              </w:rPr>
              <w:t>E</w:t>
            </w:r>
            <w:r>
              <w:rPr>
                <w:rFonts w:ascii="Poppins" w:hAnsi="Poppins" w:cs="Poppins"/>
                <w:sz w:val="20"/>
              </w:rPr>
              <w:t>CA</w:t>
            </w:r>
            <w:r w:rsidRPr="009039DF">
              <w:rPr>
                <w:rFonts w:ascii="Poppins" w:hAnsi="Poppins" w:cs="Poppins"/>
                <w:sz w:val="20"/>
              </w:rPr>
              <w:t xml:space="preserve">P </w:t>
            </w:r>
            <w:r>
              <w:rPr>
                <w:rFonts w:ascii="Poppins" w:hAnsi="Poppins" w:cs="Poppins"/>
                <w:sz w:val="20"/>
              </w:rPr>
              <w:t>500</w:t>
            </w:r>
            <w:r w:rsidRPr="009039DF">
              <w:rPr>
                <w:rFonts w:ascii="Poppins" w:hAnsi="Poppins" w:cs="Poppins"/>
                <w:sz w:val="20"/>
              </w:rPr>
              <w:t>RD-</w:t>
            </w:r>
            <w:r>
              <w:rPr>
                <w:rFonts w:ascii="Poppins" w:hAnsi="Poppins" w:cs="Poppins"/>
                <w:sz w:val="20"/>
              </w:rPr>
              <w:t>4</w:t>
            </w:r>
          </w:p>
        </w:tc>
        <w:tc>
          <w:tcPr>
            <w:tcW w:w="5803" w:type="dxa"/>
          </w:tcPr>
          <w:p w14:paraId="3011683F" w14:textId="77777777" w:rsidR="002F7BA7" w:rsidRDefault="002F7BA7" w:rsidP="002F7BA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</w:t>
            </w:r>
            <w:r w:rsidRPr="004A565D">
              <w:rPr>
                <w:rFonts w:ascii="Poppins" w:hAnsi="Poppins" w:cs="Poppins"/>
              </w:rPr>
              <w:t xml:space="preserve">eumidificatori </w:t>
            </w:r>
            <w:r>
              <w:rPr>
                <w:rFonts w:ascii="Poppins" w:hAnsi="Poppins" w:cs="Poppins"/>
              </w:rPr>
              <w:t>da incasso a soffitto</w:t>
            </w:r>
            <w:r w:rsidRPr="004A565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 xml:space="preserve">che </w:t>
            </w:r>
            <w:r w:rsidRPr="004A565D">
              <w:rPr>
                <w:rFonts w:ascii="Poppins" w:hAnsi="Poppins" w:cs="Poppins"/>
              </w:rPr>
              <w:t>permette di controllare l’umidità integrandosi in maniera ottimale in ogni tipo di ambiente.</w:t>
            </w:r>
          </w:p>
          <w:p w14:paraId="26D90444" w14:textId="77777777" w:rsidR="002F7BA7" w:rsidRDefault="002F7BA7" w:rsidP="002F7BA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L’utilizzo del circuito frigorifero permette di abbattere l’umidità ambiente.</w:t>
            </w:r>
          </w:p>
          <w:p w14:paraId="6E857433" w14:textId="77777777" w:rsidR="002F7BA7" w:rsidRPr="004A565D" w:rsidRDefault="002F7BA7" w:rsidP="002F7BA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La presenza di una batteria ad acqua, se utilizzata in abbinamento al circuito frigorifero, consente all’aria in uscita di avere la stessa temperatura di quella in ingresso.</w:t>
            </w:r>
          </w:p>
          <w:p w14:paraId="10C7BE05" w14:textId="77777777" w:rsidR="002F7BA7" w:rsidRDefault="002F7BA7" w:rsidP="002F7BA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A565D">
              <w:rPr>
                <w:rFonts w:ascii="Poppins" w:hAnsi="Poppins" w:cs="Poppins"/>
              </w:rPr>
              <w:t>Il movimento dell’aria risulterà minimo e localizzato, dato che la diffusione dell’umidità nell’ambiente può avvenire senza lo spostamento di masse fluide</w:t>
            </w:r>
            <w:r>
              <w:rPr>
                <w:rFonts w:ascii="Poppins" w:hAnsi="Poppins" w:cs="Poppins"/>
              </w:rPr>
              <w:t>.</w:t>
            </w:r>
          </w:p>
          <w:p w14:paraId="59D17219" w14:textId="77777777" w:rsidR="002F7BA7" w:rsidRPr="009039DF" w:rsidRDefault="002F7BA7" w:rsidP="002F7BA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3131055" w14:textId="77777777" w:rsidR="002F7BA7" w:rsidRDefault="002F7BA7" w:rsidP="002F7BA7">
            <w:pPr>
              <w:jc w:val="both"/>
              <w:rPr>
                <w:rFonts w:cs="Poppins"/>
                <w:b/>
                <w:bCs/>
              </w:rPr>
            </w:pPr>
            <w:r w:rsidRPr="00055683">
              <w:rPr>
                <w:rFonts w:ascii="Poppins" w:hAnsi="Poppins" w:cs="Poppins"/>
                <w:b/>
                <w:bCs/>
                <w:sz w:val="20"/>
              </w:rPr>
              <w:t>Funzionamento:</w:t>
            </w:r>
          </w:p>
          <w:p w14:paraId="1D667242" w14:textId="77777777" w:rsidR="002F7BA7" w:rsidRPr="0037768E" w:rsidRDefault="002F7BA7" w:rsidP="002F7BA7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L’utilizzo dell’acqua refrigerata per preraffreddare l’aria è fondamentale per l’efficienza del processo, perché in questo modo è possibile:</w:t>
            </w:r>
          </w:p>
          <w:p w14:paraId="7E3A1E99" w14:textId="77777777" w:rsidR="002F7BA7" w:rsidRPr="0037768E" w:rsidRDefault="002F7BA7" w:rsidP="002F7BA7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>trattare l’aria esterna e portarla ad una temperatura adeguata per il trattamento di deumidificazione a ciclo frigorifero;</w:t>
            </w:r>
          </w:p>
          <w:p w14:paraId="16B4BE82" w14:textId="77777777" w:rsidR="002F7BA7" w:rsidRPr="0037768E" w:rsidRDefault="002F7BA7" w:rsidP="002F7BA7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37768E">
              <w:rPr>
                <w:rFonts w:ascii="Poppins" w:hAnsi="Poppins" w:cs="Poppins"/>
              </w:rPr>
              <w:t>rendere minimo l’impegno di potenza elettrica del compressore frigorifero.</w:t>
            </w:r>
          </w:p>
          <w:p w14:paraId="2EFD3C7F" w14:textId="77777777" w:rsidR="002F7BA7" w:rsidRDefault="002F7BA7" w:rsidP="002F7BA7">
            <w:pPr>
              <w:jc w:val="both"/>
              <w:rPr>
                <w:rFonts w:ascii="Poppins" w:hAnsi="Poppins" w:cs="Poppins"/>
                <w:sz w:val="20"/>
              </w:rPr>
            </w:pPr>
            <w:r w:rsidRPr="0037768E">
              <w:rPr>
                <w:rFonts w:ascii="Poppins" w:hAnsi="Poppins" w:cs="Poppins"/>
                <w:sz w:val="20"/>
              </w:rPr>
              <w:t>Il processo di trattamento dell’aria varia a seconda che si voglia ottenere aria in uscita neutra oppure raffreddata rispetto alla temperatura in aspirazione.</w:t>
            </w:r>
          </w:p>
          <w:p w14:paraId="4406A19D" w14:textId="77777777" w:rsidR="002F7BA7" w:rsidRDefault="002F7BA7" w:rsidP="002F7BA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72D6D5" w14:textId="763CC108" w:rsidR="002F7BA7" w:rsidRDefault="002F7BA7" w:rsidP="002F7BA7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Fluido refrigerante: R</w:t>
            </w:r>
            <w:r>
              <w:rPr>
                <w:rFonts w:ascii="Poppins" w:hAnsi="Poppins" w:cs="Poppins"/>
                <w:sz w:val="20"/>
              </w:rPr>
              <w:t>410A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2C5D45F7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51E49B" w14:textId="77777777" w:rsidR="00D94C29" w:rsidRPr="005100D3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00D3">
              <w:rPr>
                <w:rFonts w:ascii="Poppins" w:hAnsi="Poppins" w:cs="Poppins"/>
                <w:b/>
                <w:bCs/>
                <w:sz w:val="20"/>
              </w:rPr>
              <w:t>Costituzione:</w:t>
            </w:r>
          </w:p>
          <w:p w14:paraId="0DBBD9EA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Pannello quadro elettrico</w:t>
            </w:r>
          </w:p>
          <w:p w14:paraId="7AA3A40C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Uscita acqua preraffreddamento (1/2” F)</w:t>
            </w:r>
          </w:p>
          <w:p w14:paraId="72D9497B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Ingresso acqua preraffreddamento (1/2” F)</w:t>
            </w:r>
            <w:r w:rsidRPr="00A64283">
              <w:rPr>
                <w:rFonts w:ascii="Poppins" w:hAnsi="Poppins" w:cs="Poppins"/>
              </w:rPr>
              <w:tab/>
            </w:r>
          </w:p>
          <w:p w14:paraId="14E4EDE5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 xml:space="preserve">Uscita acqua </w:t>
            </w:r>
            <w:proofErr w:type="spellStart"/>
            <w:r w:rsidRPr="00A64283">
              <w:rPr>
                <w:rFonts w:ascii="Poppins" w:hAnsi="Poppins" w:cs="Poppins"/>
              </w:rPr>
              <w:t>postraffreddamento</w:t>
            </w:r>
            <w:proofErr w:type="spellEnd"/>
            <w:r w:rsidRPr="00A64283">
              <w:rPr>
                <w:rFonts w:ascii="Poppins" w:hAnsi="Poppins" w:cs="Poppins"/>
              </w:rPr>
              <w:t xml:space="preserve"> (1/2” F)</w:t>
            </w:r>
          </w:p>
          <w:p w14:paraId="2D87278F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 xml:space="preserve">Ingresso acqua </w:t>
            </w:r>
            <w:proofErr w:type="spellStart"/>
            <w:r w:rsidRPr="00A64283">
              <w:rPr>
                <w:rFonts w:ascii="Poppins" w:hAnsi="Poppins" w:cs="Poppins"/>
              </w:rPr>
              <w:t>postraffreddamento</w:t>
            </w:r>
            <w:proofErr w:type="spellEnd"/>
            <w:r w:rsidRPr="00A64283">
              <w:rPr>
                <w:rFonts w:ascii="Poppins" w:hAnsi="Poppins" w:cs="Poppins"/>
              </w:rPr>
              <w:t xml:space="preserve"> (1/2” F)</w:t>
            </w:r>
          </w:p>
          <w:p w14:paraId="350569B9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Ingresso aria</w:t>
            </w:r>
          </w:p>
          <w:p w14:paraId="2BB5B0B4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Scarico condensa (Ø 19 mm)</w:t>
            </w:r>
          </w:p>
          <w:p w14:paraId="7448C2B4" w14:textId="77777777" w:rsidR="00D94C29" w:rsidRPr="00A64283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Staffa di aggancio (foro Ø 6 mm)</w:t>
            </w:r>
          </w:p>
          <w:p w14:paraId="26626103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lastRenderedPageBreak/>
              <w:t>Sfiato</w:t>
            </w:r>
          </w:p>
          <w:p w14:paraId="2730800A" w14:textId="77777777" w:rsidR="00D94C29" w:rsidRDefault="00D94C29" w:rsidP="00D94C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A64283">
              <w:rPr>
                <w:rFonts w:ascii="Poppins" w:hAnsi="Poppins" w:cs="Poppins"/>
              </w:rPr>
              <w:t>Uscita aria</w:t>
            </w:r>
          </w:p>
          <w:p w14:paraId="0AACD235" w14:textId="77777777" w:rsidR="00D94C29" w:rsidRPr="00A64283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2308F52D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9B2827C" w14:textId="2815F772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9039DF">
              <w:rPr>
                <w:rFonts w:ascii="Poppins" w:hAnsi="Poppins" w:cs="Poppins"/>
              </w:rPr>
              <w:t>Vac</w:t>
            </w:r>
            <w:proofErr w:type="spellEnd"/>
            <w:r w:rsidR="002F7BA7">
              <w:rPr>
                <w:rFonts w:ascii="Poppins" w:hAnsi="Poppins" w:cs="Poppins"/>
              </w:rPr>
              <w:t xml:space="preserve"> -</w:t>
            </w:r>
            <w:r w:rsidRPr="009039DF">
              <w:rPr>
                <w:rFonts w:ascii="Poppins" w:hAnsi="Poppins" w:cs="Poppins"/>
              </w:rPr>
              <w:t xml:space="preserve"> 50 Hz</w:t>
            </w:r>
          </w:p>
          <w:p w14:paraId="40449F4C" w14:textId="77777777" w:rsidR="00D94C29" w:rsidRPr="004C12A5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>Potenza massima assorbita:</w:t>
            </w:r>
            <w:r>
              <w:rPr>
                <w:rFonts w:ascii="Poppins" w:hAnsi="Poppins" w:cs="Poppins"/>
              </w:rPr>
              <w:t xml:space="preserve"> 750</w:t>
            </w:r>
            <w:r w:rsidRPr="009039DF">
              <w:rPr>
                <w:rFonts w:ascii="Poppins" w:hAnsi="Poppins" w:cs="Poppins"/>
              </w:rPr>
              <w:t xml:space="preserve"> W </w:t>
            </w:r>
          </w:p>
          <w:p w14:paraId="239FEEB1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Corrente massima assorbita: </w:t>
            </w:r>
            <w:r>
              <w:rPr>
                <w:rFonts w:ascii="Poppins" w:hAnsi="Poppins" w:cs="Poppins"/>
              </w:rPr>
              <w:t>3,0</w:t>
            </w:r>
            <w:r w:rsidRPr="009039DF">
              <w:rPr>
                <w:rFonts w:ascii="Poppins" w:hAnsi="Poppins" w:cs="Poppins"/>
              </w:rPr>
              <w:t xml:space="preserve"> A</w:t>
            </w:r>
          </w:p>
          <w:p w14:paraId="4994CC19" w14:textId="77777777" w:rsidR="00D94C29" w:rsidRPr="007F63D2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9039DF">
              <w:rPr>
                <w:rFonts w:ascii="Poppins" w:hAnsi="Poppins" w:cs="Poppins"/>
              </w:rPr>
              <w:t xml:space="preserve">Livello di potenza sonora: </w:t>
            </w:r>
            <w:r>
              <w:rPr>
                <w:rFonts w:ascii="Poppins" w:hAnsi="Poppins" w:cs="Poppins"/>
              </w:rPr>
              <w:t xml:space="preserve">53 </w:t>
            </w:r>
            <w:r w:rsidRPr="009039DF">
              <w:rPr>
                <w:rFonts w:ascii="Poppins" w:hAnsi="Poppins" w:cs="Poppins"/>
              </w:rPr>
              <w:t>dB(A)</w:t>
            </w:r>
          </w:p>
          <w:p w14:paraId="6C66C614" w14:textId="77777777" w:rsidR="00D94C29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netto: 52 kg</w:t>
            </w:r>
          </w:p>
          <w:p w14:paraId="3DC9D5CB" w14:textId="77777777" w:rsidR="00D94C29" w:rsidRPr="007F63D2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Umidità condensata: 60,1 l / 24 h</w:t>
            </w:r>
          </w:p>
          <w:p w14:paraId="031B8F36" w14:textId="77777777" w:rsidR="00D94C29" w:rsidRPr="00D2562C" w:rsidRDefault="00D94C29" w:rsidP="00D94C29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szCs w:val="16"/>
              </w:rPr>
              <w:t>Temperatura aria ingresso min-max: 15-35 °C</w:t>
            </w:r>
          </w:p>
          <w:p w14:paraId="5351C283" w14:textId="77777777" w:rsidR="00D94C29" w:rsidRPr="007F63D2" w:rsidRDefault="00D94C29" w:rsidP="00D94C29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5A67F14B" w14:textId="05CF7622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Modello </w:t>
            </w:r>
            <w:r w:rsidRPr="00A64283">
              <w:rPr>
                <w:rFonts w:ascii="Poppins" w:hAnsi="Poppins" w:cs="Poppins"/>
                <w:b/>
                <w:sz w:val="20"/>
              </w:rPr>
              <w:t xml:space="preserve">Deumidificatore con integrazione da incasso a soffitto ECAP </w:t>
            </w:r>
            <w:r>
              <w:rPr>
                <w:rFonts w:ascii="Poppins" w:hAnsi="Poppins" w:cs="Poppins"/>
                <w:b/>
                <w:sz w:val="20"/>
              </w:rPr>
              <w:t>500</w:t>
            </w:r>
            <w:r w:rsidRPr="00A64283">
              <w:rPr>
                <w:rFonts w:ascii="Poppins" w:hAnsi="Poppins" w:cs="Poppins"/>
                <w:b/>
                <w:sz w:val="20"/>
              </w:rPr>
              <w:t>RD-</w:t>
            </w:r>
            <w:r>
              <w:rPr>
                <w:rFonts w:ascii="Poppins" w:hAnsi="Poppins" w:cs="Poppins"/>
                <w:b/>
                <w:sz w:val="20"/>
              </w:rPr>
              <w:t xml:space="preserve">4 </w:t>
            </w:r>
            <w:r w:rsidRPr="009039DF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1381847A" w14:textId="77777777" w:rsidTr="00610F7D">
        <w:tc>
          <w:tcPr>
            <w:tcW w:w="1398" w:type="dxa"/>
          </w:tcPr>
          <w:p w14:paraId="13818472" w14:textId="77777777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lastRenderedPageBreak/>
              <w:t>07301021</w:t>
            </w:r>
          </w:p>
        </w:tc>
        <w:tc>
          <w:tcPr>
            <w:tcW w:w="2297" w:type="dxa"/>
          </w:tcPr>
          <w:p w14:paraId="13818473" w14:textId="5348A8B3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Pannello frontale per deumidificatore da incasso EPD 24-</w:t>
            </w:r>
            <w:r>
              <w:rPr>
                <w:rFonts w:ascii="Poppins" w:hAnsi="Poppins" w:cs="Poppins"/>
                <w:sz w:val="20"/>
              </w:rPr>
              <w:t xml:space="preserve">2 </w:t>
            </w:r>
            <w:r w:rsidRPr="009039DF">
              <w:rPr>
                <w:rFonts w:ascii="Poppins" w:hAnsi="Poppins" w:cs="Poppins"/>
                <w:sz w:val="20"/>
              </w:rPr>
              <w:t xml:space="preserve">PI </w:t>
            </w:r>
            <w:r>
              <w:rPr>
                <w:rFonts w:ascii="Poppins" w:hAnsi="Poppins" w:cs="Poppins"/>
                <w:sz w:val="20"/>
              </w:rPr>
              <w:t xml:space="preserve"> e EPD 24RD-3 PI</w:t>
            </w:r>
          </w:p>
        </w:tc>
        <w:tc>
          <w:tcPr>
            <w:tcW w:w="5803" w:type="dxa"/>
          </w:tcPr>
          <w:p w14:paraId="3B0B67A4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Pannello frontale, in MDF laccato, con griglia in alluminio anodizzato per deumidificatore da incasso EPD 24-</w:t>
            </w:r>
            <w:r>
              <w:rPr>
                <w:rFonts w:ascii="Poppins" w:hAnsi="Poppins" w:cs="Poppins"/>
                <w:sz w:val="20"/>
              </w:rPr>
              <w:t xml:space="preserve">2 </w:t>
            </w:r>
            <w:r w:rsidRPr="009039DF">
              <w:rPr>
                <w:rFonts w:ascii="Poppins" w:hAnsi="Poppins" w:cs="Poppins"/>
                <w:sz w:val="20"/>
              </w:rPr>
              <w:t>PI</w:t>
            </w:r>
            <w:r>
              <w:rPr>
                <w:rFonts w:ascii="Poppins" w:hAnsi="Poppins" w:cs="Poppins"/>
                <w:sz w:val="20"/>
              </w:rPr>
              <w:t xml:space="preserve"> e EPD 24RD-3 PI</w:t>
            </w:r>
            <w:r w:rsidRPr="009039DF">
              <w:rPr>
                <w:rFonts w:ascii="Poppins" w:hAnsi="Poppins" w:cs="Poppins"/>
                <w:sz w:val="20"/>
              </w:rPr>
              <w:t xml:space="preserve"> per installazione verticale a parete.</w:t>
            </w:r>
          </w:p>
          <w:p w14:paraId="3F93DA71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2FEF0E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Colore bianco RAL 9010.</w:t>
            </w:r>
          </w:p>
          <w:p w14:paraId="17F2A2F0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61832A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Peso netto:  6 kg</w:t>
            </w:r>
          </w:p>
          <w:p w14:paraId="01F1C205" w14:textId="77777777" w:rsidR="00D94C29" w:rsidRPr="009039DF" w:rsidRDefault="00D94C29" w:rsidP="00D94C29">
            <w:p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  <w:sz w:val="20"/>
              </w:rPr>
            </w:pPr>
            <w:r w:rsidRPr="009039DF">
              <w:rPr>
                <w:rFonts w:ascii="Poppins" w:eastAsia="HelveticaLTStd-LightCond" w:hAnsi="Poppins" w:cs="Poppins"/>
                <w:sz w:val="20"/>
              </w:rPr>
              <w:t xml:space="preserve">Dimensioni </w:t>
            </w:r>
            <w:proofErr w:type="spellStart"/>
            <w:r w:rsidRPr="009039DF">
              <w:rPr>
                <w:rFonts w:ascii="Poppins" w:eastAsia="HelveticaLTStd-LightCond" w:hAnsi="Poppins" w:cs="Poppins"/>
                <w:sz w:val="20"/>
              </w:rPr>
              <w:t>LxHxP</w:t>
            </w:r>
            <w:proofErr w:type="spellEnd"/>
            <w:r w:rsidRPr="009039DF">
              <w:rPr>
                <w:rFonts w:ascii="Poppins" w:eastAsia="HelveticaLTStd-LightCond" w:hAnsi="Poppins" w:cs="Poppins"/>
                <w:sz w:val="20"/>
              </w:rPr>
              <w:t>: 790x630x18 mm</w:t>
            </w:r>
          </w:p>
          <w:p w14:paraId="32ACF28A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818479" w14:textId="5A900720" w:rsidR="00D94C29" w:rsidRPr="009039DF" w:rsidRDefault="00D94C29" w:rsidP="00D94C29">
            <w:pPr>
              <w:rPr>
                <w:rFonts w:ascii="Poppins" w:hAnsi="Poppins" w:cs="Poppins"/>
                <w:b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>Modello Pannello frontale per deumidificatore da incasso EPD 24-</w:t>
            </w:r>
            <w:r>
              <w:rPr>
                <w:rFonts w:ascii="Poppins" w:hAnsi="Poppins" w:cs="Poppins"/>
                <w:b/>
                <w:sz w:val="20"/>
              </w:rPr>
              <w:t xml:space="preserve">2 </w:t>
            </w:r>
            <w:r w:rsidRPr="009039DF">
              <w:rPr>
                <w:rFonts w:ascii="Poppins" w:hAnsi="Poppins" w:cs="Poppins"/>
                <w:b/>
                <w:sz w:val="20"/>
              </w:rPr>
              <w:t>PI</w:t>
            </w:r>
            <w:r>
              <w:t xml:space="preserve"> </w:t>
            </w:r>
            <w:r w:rsidRPr="00824279">
              <w:rPr>
                <w:rFonts w:ascii="Poppins" w:hAnsi="Poppins" w:cs="Poppins"/>
                <w:b/>
                <w:sz w:val="20"/>
              </w:rPr>
              <w:t>e</w:t>
            </w:r>
            <w:r>
              <w:rPr>
                <w:rFonts w:ascii="Poppins" w:hAnsi="Poppins" w:cs="Poppins"/>
                <w:b/>
                <w:sz w:val="20"/>
              </w:rPr>
              <w:t xml:space="preserve"> EPD</w:t>
            </w:r>
            <w:r w:rsidRPr="00824279">
              <w:rPr>
                <w:rFonts w:ascii="Poppins" w:hAnsi="Poppins" w:cs="Poppins"/>
                <w:b/>
                <w:sz w:val="20"/>
              </w:rPr>
              <w:t xml:space="preserve"> 24RD-</w:t>
            </w:r>
            <w:r>
              <w:rPr>
                <w:rFonts w:ascii="Poppins" w:hAnsi="Poppins" w:cs="Poppins"/>
                <w:b/>
                <w:sz w:val="20"/>
              </w:rPr>
              <w:t>3</w:t>
            </w:r>
            <w:r w:rsidRPr="00824279">
              <w:rPr>
                <w:rFonts w:ascii="Poppins" w:hAnsi="Poppins" w:cs="Poppins"/>
                <w:b/>
                <w:sz w:val="20"/>
              </w:rPr>
              <w:t xml:space="preserve"> PI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13818484" w14:textId="77777777" w:rsidTr="00610F7D">
        <w:tc>
          <w:tcPr>
            <w:tcW w:w="1398" w:type="dxa"/>
          </w:tcPr>
          <w:p w14:paraId="1381847B" w14:textId="77777777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07301010</w:t>
            </w:r>
          </w:p>
        </w:tc>
        <w:tc>
          <w:tcPr>
            <w:tcW w:w="2297" w:type="dxa"/>
          </w:tcPr>
          <w:p w14:paraId="1381847D" w14:textId="25B8B4DB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Controcassa per deumidificatore da incasso EPD 24-</w:t>
            </w:r>
            <w:r>
              <w:rPr>
                <w:rFonts w:ascii="Poppins" w:hAnsi="Poppins" w:cs="Poppins"/>
                <w:sz w:val="20"/>
              </w:rPr>
              <w:t xml:space="preserve">2 </w:t>
            </w:r>
            <w:r w:rsidRPr="009039DF">
              <w:rPr>
                <w:rFonts w:ascii="Poppins" w:hAnsi="Poppins" w:cs="Poppins"/>
                <w:sz w:val="20"/>
              </w:rPr>
              <w:t>PI</w:t>
            </w:r>
            <w:r>
              <w:rPr>
                <w:rFonts w:ascii="Poppins" w:hAnsi="Poppins" w:cs="Poppins"/>
                <w:sz w:val="20"/>
              </w:rPr>
              <w:t xml:space="preserve"> e EPD 24RD-3 PI</w:t>
            </w:r>
          </w:p>
        </w:tc>
        <w:tc>
          <w:tcPr>
            <w:tcW w:w="5803" w:type="dxa"/>
          </w:tcPr>
          <w:p w14:paraId="06B9E7DB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Controcassa per deumidificatore da incasso EPD 24-</w:t>
            </w:r>
            <w:r>
              <w:rPr>
                <w:rFonts w:ascii="Poppins" w:hAnsi="Poppins" w:cs="Poppins"/>
                <w:sz w:val="20"/>
              </w:rPr>
              <w:t xml:space="preserve">2 </w:t>
            </w:r>
            <w:r w:rsidRPr="009039DF">
              <w:rPr>
                <w:rFonts w:ascii="Poppins" w:hAnsi="Poppins" w:cs="Poppins"/>
                <w:sz w:val="20"/>
              </w:rPr>
              <w:t>PI</w:t>
            </w:r>
            <w:r>
              <w:rPr>
                <w:rFonts w:ascii="Poppins" w:hAnsi="Poppins" w:cs="Poppins"/>
                <w:sz w:val="20"/>
              </w:rPr>
              <w:t xml:space="preserve"> e EPD 24RD-3 PI</w:t>
            </w:r>
            <w:r w:rsidRPr="009039DF">
              <w:rPr>
                <w:rFonts w:ascii="Poppins" w:hAnsi="Poppins" w:cs="Poppins"/>
                <w:sz w:val="20"/>
              </w:rPr>
              <w:t xml:space="preserve"> per installazione verticale a parete.</w:t>
            </w:r>
          </w:p>
          <w:p w14:paraId="2500640C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Costruzione in lamiera d’acciaio zincata spessore 0,8 mm.</w:t>
            </w:r>
          </w:p>
          <w:p w14:paraId="1B0AEFA3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97FA70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Peso netto:  12 kg</w:t>
            </w:r>
          </w:p>
          <w:p w14:paraId="1A6F5356" w14:textId="77777777" w:rsidR="00D94C29" w:rsidRPr="009039DF" w:rsidRDefault="00D94C29" w:rsidP="00D94C29">
            <w:pPr>
              <w:autoSpaceDE w:val="0"/>
              <w:autoSpaceDN w:val="0"/>
              <w:adjustRightInd w:val="0"/>
              <w:rPr>
                <w:rFonts w:ascii="Poppins" w:eastAsia="HelveticaLTStd-LightCond" w:hAnsi="Poppins" w:cs="Poppins"/>
                <w:sz w:val="20"/>
              </w:rPr>
            </w:pPr>
            <w:r w:rsidRPr="009039DF">
              <w:rPr>
                <w:rFonts w:ascii="Poppins" w:eastAsia="HelveticaLTStd-LightCond" w:hAnsi="Poppins" w:cs="Poppins"/>
                <w:sz w:val="20"/>
              </w:rPr>
              <w:t xml:space="preserve">Dimensioni </w:t>
            </w:r>
            <w:proofErr w:type="spellStart"/>
            <w:r w:rsidRPr="009039DF">
              <w:rPr>
                <w:rFonts w:ascii="Poppins" w:eastAsia="HelveticaLTStd-LightCond" w:hAnsi="Poppins" w:cs="Poppins"/>
                <w:sz w:val="20"/>
              </w:rPr>
              <w:t>LxHxP</w:t>
            </w:r>
            <w:proofErr w:type="spellEnd"/>
            <w:r w:rsidRPr="009039DF">
              <w:rPr>
                <w:rFonts w:ascii="Poppins" w:eastAsia="HelveticaLTStd-LightCond" w:hAnsi="Poppins" w:cs="Poppins"/>
                <w:sz w:val="20"/>
              </w:rPr>
              <w:t>: 760x620x209 mm</w:t>
            </w:r>
          </w:p>
          <w:p w14:paraId="3BDCCA02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3818483" w14:textId="37BF13FC" w:rsidR="00D94C29" w:rsidRPr="009039DF" w:rsidRDefault="00D94C29" w:rsidP="00D94C29">
            <w:pPr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>Modello Controcassa per deumidificatore da incasso EPD 24-</w:t>
            </w:r>
            <w:r>
              <w:rPr>
                <w:rFonts w:ascii="Poppins" w:hAnsi="Poppins" w:cs="Poppins"/>
                <w:b/>
                <w:sz w:val="20"/>
              </w:rPr>
              <w:t xml:space="preserve">2 </w:t>
            </w:r>
            <w:r w:rsidRPr="009039DF">
              <w:rPr>
                <w:rFonts w:ascii="Poppins" w:hAnsi="Poppins" w:cs="Poppins"/>
                <w:b/>
                <w:sz w:val="20"/>
              </w:rPr>
              <w:t>PI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00D58">
              <w:rPr>
                <w:rFonts w:ascii="Poppins" w:hAnsi="Poppins" w:cs="Poppins"/>
                <w:b/>
                <w:sz w:val="20"/>
              </w:rPr>
              <w:t xml:space="preserve">e </w:t>
            </w:r>
            <w:r>
              <w:rPr>
                <w:rFonts w:ascii="Poppins" w:hAnsi="Poppins" w:cs="Poppins"/>
                <w:b/>
                <w:sz w:val="20"/>
              </w:rPr>
              <w:t xml:space="preserve">EPD </w:t>
            </w:r>
            <w:r w:rsidRPr="00100D58">
              <w:rPr>
                <w:rFonts w:ascii="Poppins" w:hAnsi="Poppins" w:cs="Poppins"/>
                <w:b/>
                <w:sz w:val="20"/>
              </w:rPr>
              <w:t>24RD-</w:t>
            </w:r>
            <w:r>
              <w:rPr>
                <w:rFonts w:ascii="Poppins" w:hAnsi="Poppins" w:cs="Poppins"/>
                <w:b/>
                <w:sz w:val="20"/>
              </w:rPr>
              <w:t>3</w:t>
            </w:r>
            <w:r w:rsidRPr="00100D58">
              <w:rPr>
                <w:rFonts w:ascii="Poppins" w:hAnsi="Poppins" w:cs="Poppins"/>
                <w:b/>
                <w:sz w:val="20"/>
              </w:rPr>
              <w:t xml:space="preserve"> PI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1381848C" w14:textId="77777777" w:rsidTr="00610F7D">
        <w:tc>
          <w:tcPr>
            <w:tcW w:w="1398" w:type="dxa"/>
          </w:tcPr>
          <w:p w14:paraId="13818485" w14:textId="77777777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07301031</w:t>
            </w:r>
          </w:p>
        </w:tc>
        <w:tc>
          <w:tcPr>
            <w:tcW w:w="2297" w:type="dxa"/>
          </w:tcPr>
          <w:p w14:paraId="13818486" w14:textId="4B7112CA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 xml:space="preserve">Griglia in alluminio anodizzato per deumidificatore da </w:t>
            </w:r>
            <w:r w:rsidRPr="009039DF">
              <w:rPr>
                <w:rFonts w:ascii="Poppins" w:hAnsi="Poppins" w:cs="Poppins"/>
                <w:sz w:val="20"/>
              </w:rPr>
              <w:lastRenderedPageBreak/>
              <w:t>incasso EPD 24-</w:t>
            </w:r>
            <w:r>
              <w:rPr>
                <w:rFonts w:ascii="Poppins" w:hAnsi="Poppins" w:cs="Poppins"/>
                <w:sz w:val="20"/>
              </w:rPr>
              <w:t xml:space="preserve">2 </w:t>
            </w:r>
            <w:r w:rsidRPr="009039DF">
              <w:rPr>
                <w:rFonts w:ascii="Poppins" w:hAnsi="Poppins" w:cs="Poppins"/>
                <w:sz w:val="20"/>
              </w:rPr>
              <w:t>PI</w:t>
            </w:r>
            <w:r>
              <w:rPr>
                <w:rFonts w:ascii="Poppins" w:hAnsi="Poppins" w:cs="Poppins"/>
                <w:sz w:val="20"/>
              </w:rPr>
              <w:t xml:space="preserve"> e EPD 24RD-3 PI</w:t>
            </w:r>
          </w:p>
        </w:tc>
        <w:tc>
          <w:tcPr>
            <w:tcW w:w="5803" w:type="dxa"/>
          </w:tcPr>
          <w:p w14:paraId="042E6419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lastRenderedPageBreak/>
              <w:t>Griglia in alluminio anodizzato per deumidificatore da incasso EPD 24-</w:t>
            </w:r>
            <w:r>
              <w:rPr>
                <w:rFonts w:ascii="Poppins" w:hAnsi="Poppins" w:cs="Poppins"/>
                <w:sz w:val="20"/>
              </w:rPr>
              <w:t xml:space="preserve">2 </w:t>
            </w:r>
            <w:r w:rsidRPr="009039DF">
              <w:rPr>
                <w:rFonts w:ascii="Poppins" w:hAnsi="Poppins" w:cs="Poppins"/>
                <w:sz w:val="20"/>
              </w:rPr>
              <w:t>PI</w:t>
            </w:r>
            <w:r>
              <w:rPr>
                <w:rFonts w:ascii="Poppins" w:hAnsi="Poppins" w:cs="Poppins"/>
                <w:sz w:val="20"/>
              </w:rPr>
              <w:t xml:space="preserve"> e EPD 24RD-3 PI</w:t>
            </w:r>
            <w:r w:rsidRPr="009039DF">
              <w:rPr>
                <w:rFonts w:ascii="Poppins" w:hAnsi="Poppins" w:cs="Poppins"/>
                <w:sz w:val="20"/>
              </w:rPr>
              <w:t xml:space="preserve"> per installazione verticale a parete.</w:t>
            </w:r>
          </w:p>
          <w:p w14:paraId="02C2CFEE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AF7D76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lastRenderedPageBreak/>
              <w:t>Colore bianco RAL 9010.</w:t>
            </w:r>
          </w:p>
          <w:p w14:paraId="156CBA7D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73B14BC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sz w:val="20"/>
              </w:rPr>
              <w:t>Per foro (</w:t>
            </w:r>
            <w:proofErr w:type="spellStart"/>
            <w:r w:rsidRPr="009039DF">
              <w:rPr>
                <w:rFonts w:ascii="Poppins" w:hAnsi="Poppins" w:cs="Poppins"/>
                <w:sz w:val="20"/>
              </w:rPr>
              <w:t>LxH</w:t>
            </w:r>
            <w:proofErr w:type="spellEnd"/>
            <w:r w:rsidRPr="009039DF">
              <w:rPr>
                <w:rFonts w:ascii="Poppins" w:hAnsi="Poppins" w:cs="Poppins"/>
                <w:sz w:val="20"/>
              </w:rPr>
              <w:t>)</w:t>
            </w:r>
            <w:r>
              <w:rPr>
                <w:rFonts w:ascii="Poppins" w:hAnsi="Poppins" w:cs="Poppins"/>
                <w:sz w:val="20"/>
              </w:rPr>
              <w:t>:</w:t>
            </w:r>
            <w:r w:rsidRPr="009039DF">
              <w:rPr>
                <w:rFonts w:ascii="Poppins" w:hAnsi="Poppins" w:cs="Poppins"/>
                <w:sz w:val="20"/>
              </w:rPr>
              <w:t xml:space="preserve"> 670x300 mm</w:t>
            </w:r>
          </w:p>
          <w:p w14:paraId="009737E5" w14:textId="77777777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81848B" w14:textId="01B468D5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9039DF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="00A368AB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9039DF">
              <w:rPr>
                <w:rFonts w:ascii="Poppins" w:hAnsi="Poppins" w:cs="Poppins"/>
                <w:b/>
                <w:sz w:val="20"/>
              </w:rPr>
              <w:t>Modello Griglia in alluminio anodizzato per deumidificatore da incasso EPD 24-</w:t>
            </w:r>
            <w:r>
              <w:rPr>
                <w:rFonts w:ascii="Poppins" w:hAnsi="Poppins" w:cs="Poppins"/>
                <w:b/>
                <w:sz w:val="20"/>
              </w:rPr>
              <w:t xml:space="preserve">2 </w:t>
            </w:r>
            <w:r w:rsidRPr="009039DF">
              <w:rPr>
                <w:rFonts w:ascii="Poppins" w:hAnsi="Poppins" w:cs="Poppins"/>
                <w:b/>
                <w:sz w:val="20"/>
              </w:rPr>
              <w:t>PI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00D58">
              <w:rPr>
                <w:rFonts w:ascii="Poppins" w:hAnsi="Poppins" w:cs="Poppins"/>
                <w:b/>
                <w:sz w:val="20"/>
              </w:rPr>
              <w:t xml:space="preserve">e </w:t>
            </w:r>
            <w:r>
              <w:rPr>
                <w:rFonts w:ascii="Poppins" w:hAnsi="Poppins" w:cs="Poppins"/>
                <w:b/>
                <w:sz w:val="20"/>
              </w:rPr>
              <w:t xml:space="preserve">EPD </w:t>
            </w:r>
            <w:r w:rsidRPr="00100D58">
              <w:rPr>
                <w:rFonts w:ascii="Poppins" w:hAnsi="Poppins" w:cs="Poppins"/>
                <w:b/>
                <w:sz w:val="20"/>
              </w:rPr>
              <w:t>24RD-</w:t>
            </w:r>
            <w:r>
              <w:rPr>
                <w:rFonts w:ascii="Poppins" w:hAnsi="Poppins" w:cs="Poppins"/>
                <w:b/>
                <w:sz w:val="20"/>
              </w:rPr>
              <w:t xml:space="preserve">3 </w:t>
            </w:r>
            <w:r w:rsidRPr="00100D58">
              <w:rPr>
                <w:rFonts w:ascii="Poppins" w:hAnsi="Poppins" w:cs="Poppins"/>
                <w:b/>
                <w:sz w:val="20"/>
              </w:rPr>
              <w:t>PI</w:t>
            </w:r>
            <w:r w:rsidRPr="009039DF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94C29" w:rsidRPr="007E69BB" w14:paraId="05833CE2" w14:textId="77777777" w:rsidTr="00610F7D">
        <w:tc>
          <w:tcPr>
            <w:tcW w:w="1398" w:type="dxa"/>
          </w:tcPr>
          <w:p w14:paraId="039B5BFA" w14:textId="7CB55B9D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07301110</w:t>
            </w:r>
          </w:p>
        </w:tc>
        <w:tc>
          <w:tcPr>
            <w:tcW w:w="2297" w:type="dxa"/>
          </w:tcPr>
          <w:p w14:paraId="7A242690" w14:textId="18B5FFF0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Plenum di mandata per deumidificatori EPD 26-2 SI, ECAP 351D-3, EPD 26RD-3 SI e ECAP 351RD-4</w:t>
            </w:r>
          </w:p>
        </w:tc>
        <w:tc>
          <w:tcPr>
            <w:tcW w:w="5803" w:type="dxa"/>
          </w:tcPr>
          <w:p w14:paraId="3E403601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Plenum di mandata </w:t>
            </w:r>
            <w:r w:rsidRPr="001D2BBA">
              <w:rPr>
                <w:rFonts w:ascii="Poppins" w:hAnsi="Poppins" w:cs="Poppins"/>
                <w:sz w:val="20"/>
              </w:rPr>
              <w:t>5xØ125 mm</w:t>
            </w:r>
            <w:r>
              <w:rPr>
                <w:rFonts w:ascii="Poppins" w:hAnsi="Poppins" w:cs="Poppins"/>
                <w:sz w:val="20"/>
              </w:rPr>
              <w:t xml:space="preserve"> per deumidificatori </w:t>
            </w:r>
            <w:r w:rsidRPr="00136F64">
              <w:rPr>
                <w:rFonts w:ascii="Poppins" w:hAnsi="Poppins" w:cs="Poppins"/>
                <w:sz w:val="20"/>
              </w:rPr>
              <w:t>EPD 26-2 SI, ECAP 351D-3, EPD 26RD-3 SI e ECAP 351RD-4</w:t>
            </w:r>
            <w:r>
              <w:rPr>
                <w:rFonts w:ascii="Poppins" w:hAnsi="Poppins" w:cs="Poppins"/>
                <w:sz w:val="20"/>
              </w:rPr>
              <w:t xml:space="preserve"> completo di 5 collari.</w:t>
            </w:r>
          </w:p>
          <w:p w14:paraId="40648819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7E84A9D" w14:textId="38F434DB" w:rsidR="00D94C29" w:rsidRPr="001D2BBA" w:rsidRDefault="00D94C29" w:rsidP="00D94C2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D2BBA">
              <w:rPr>
                <w:rFonts w:ascii="Poppins" w:hAnsi="Poppins" w:cs="Poppins"/>
                <w:b/>
                <w:bCs/>
                <w:sz w:val="20"/>
              </w:rPr>
              <w:t>Marca Emmeti</w:t>
            </w:r>
            <w:r w:rsidR="00A368AB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 xml:space="preserve">Modello Plenum di mandata per deumidificatori </w:t>
            </w:r>
            <w:r w:rsidRPr="00136F64">
              <w:rPr>
                <w:rFonts w:ascii="Poppins" w:hAnsi="Poppins" w:cs="Poppins"/>
                <w:b/>
                <w:bCs/>
                <w:sz w:val="20"/>
              </w:rPr>
              <w:t>EPD 26-2 SI, ECAP 351D-3, EPD 26RD-3 SI e ECAP 351RD-4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94C29" w:rsidRPr="007E69BB" w14:paraId="5D24C90A" w14:textId="77777777" w:rsidTr="00610F7D">
        <w:tc>
          <w:tcPr>
            <w:tcW w:w="1398" w:type="dxa"/>
          </w:tcPr>
          <w:p w14:paraId="2AF76288" w14:textId="4DA0CEBC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07301120</w:t>
            </w:r>
          </w:p>
        </w:tc>
        <w:tc>
          <w:tcPr>
            <w:tcW w:w="2297" w:type="dxa"/>
          </w:tcPr>
          <w:p w14:paraId="6F8BBD91" w14:textId="1BC03ADA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di mandata per deumidificatori EPD 26-2 SI, ECAP 351D-3, EPD 26RD-3 SI e ECAP 351RD-4</w:t>
            </w:r>
          </w:p>
        </w:tc>
        <w:tc>
          <w:tcPr>
            <w:tcW w:w="5803" w:type="dxa"/>
          </w:tcPr>
          <w:p w14:paraId="338E6E8D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di mandata 1</w:t>
            </w:r>
            <w:r w:rsidRPr="001D2BBA">
              <w:rPr>
                <w:rFonts w:ascii="Poppins" w:hAnsi="Poppins" w:cs="Poppins"/>
                <w:sz w:val="20"/>
              </w:rPr>
              <w:t>xØ1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1D2BBA">
              <w:rPr>
                <w:rFonts w:ascii="Poppins" w:hAnsi="Poppins" w:cs="Poppins"/>
                <w:sz w:val="20"/>
              </w:rPr>
              <w:t xml:space="preserve"> mm</w:t>
            </w:r>
            <w:r>
              <w:rPr>
                <w:rFonts w:ascii="Poppins" w:hAnsi="Poppins" w:cs="Poppins"/>
                <w:sz w:val="20"/>
              </w:rPr>
              <w:t xml:space="preserve"> per deumidificatori </w:t>
            </w:r>
            <w:r w:rsidRPr="00EA78BF">
              <w:rPr>
                <w:rFonts w:ascii="Poppins" w:hAnsi="Poppins" w:cs="Poppins"/>
                <w:sz w:val="20"/>
              </w:rPr>
              <w:t>EPD 26-2 SI, ECAP 351D-3, EPD 26RD-3 SI e ECAP 351RD-4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A33E645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EF44C6D" w14:textId="0DE2CF08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1D2BBA">
              <w:rPr>
                <w:rFonts w:ascii="Poppins" w:hAnsi="Poppins" w:cs="Poppins"/>
                <w:b/>
                <w:bCs/>
                <w:sz w:val="20"/>
              </w:rPr>
              <w:t>Marca Emmeti</w:t>
            </w:r>
            <w:r w:rsidR="00A368AB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891EF7">
              <w:rPr>
                <w:rFonts w:ascii="Poppins" w:hAnsi="Poppins" w:cs="Poppins"/>
                <w:b/>
                <w:bCs/>
                <w:sz w:val="20"/>
              </w:rPr>
              <w:t xml:space="preserve">Raccordo di mandata per deumidificatori </w:t>
            </w:r>
            <w:r w:rsidRPr="00EA78BF">
              <w:rPr>
                <w:rFonts w:ascii="Poppins" w:hAnsi="Poppins" w:cs="Poppins"/>
                <w:b/>
                <w:bCs/>
                <w:sz w:val="20"/>
              </w:rPr>
              <w:t>EPD 26-2 SI, ECAP 351D-3, EPD 26RD-3 SI e ECAP 351RD-4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94C29" w:rsidRPr="007E69BB" w14:paraId="5B60D17B" w14:textId="77777777" w:rsidTr="00610F7D">
        <w:tc>
          <w:tcPr>
            <w:tcW w:w="1398" w:type="dxa"/>
          </w:tcPr>
          <w:p w14:paraId="7C3D11E6" w14:textId="3E904725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07301130</w:t>
            </w:r>
          </w:p>
        </w:tc>
        <w:tc>
          <w:tcPr>
            <w:tcW w:w="2297" w:type="dxa"/>
          </w:tcPr>
          <w:p w14:paraId="4DE4A462" w14:textId="4F9A39CF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di aspirazione per deumidificatori EPD 26-2 SI e EPD 26RD-3 SI</w:t>
            </w:r>
          </w:p>
        </w:tc>
        <w:tc>
          <w:tcPr>
            <w:tcW w:w="5803" w:type="dxa"/>
          </w:tcPr>
          <w:p w14:paraId="606693C0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di aspirazione 1</w:t>
            </w:r>
            <w:r w:rsidRPr="001D2BBA">
              <w:rPr>
                <w:rFonts w:ascii="Poppins" w:hAnsi="Poppins" w:cs="Poppins"/>
                <w:sz w:val="20"/>
              </w:rPr>
              <w:t>xØ1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1D2BBA">
              <w:rPr>
                <w:rFonts w:ascii="Poppins" w:hAnsi="Poppins" w:cs="Poppins"/>
                <w:sz w:val="20"/>
              </w:rPr>
              <w:t xml:space="preserve"> mm</w:t>
            </w:r>
            <w:r>
              <w:rPr>
                <w:rFonts w:ascii="Poppins" w:hAnsi="Poppins" w:cs="Poppins"/>
                <w:sz w:val="20"/>
              </w:rPr>
              <w:t xml:space="preserve"> per deumidificatori </w:t>
            </w:r>
            <w:r w:rsidRPr="00001294">
              <w:rPr>
                <w:rFonts w:ascii="Poppins" w:hAnsi="Poppins" w:cs="Poppins"/>
                <w:sz w:val="20"/>
              </w:rPr>
              <w:t>EPD 26-2 SI e EPD 26RD-3 SI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A3F2169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78318F2" w14:textId="49A99C7B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1D2BBA">
              <w:rPr>
                <w:rFonts w:ascii="Poppins" w:hAnsi="Poppins" w:cs="Poppins"/>
                <w:b/>
                <w:bCs/>
                <w:sz w:val="20"/>
              </w:rPr>
              <w:t>Marca Emmeti</w:t>
            </w:r>
            <w:r w:rsidR="00A368AB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891EF7">
              <w:rPr>
                <w:rFonts w:ascii="Poppins" w:hAnsi="Poppins" w:cs="Poppins"/>
                <w:b/>
                <w:bCs/>
                <w:sz w:val="20"/>
              </w:rPr>
              <w:t xml:space="preserve">Raccordo di aspirazione per deumidificatori </w:t>
            </w:r>
            <w:r w:rsidRPr="00001294">
              <w:rPr>
                <w:rFonts w:ascii="Poppins" w:hAnsi="Poppins" w:cs="Poppins"/>
                <w:b/>
                <w:bCs/>
                <w:sz w:val="20"/>
              </w:rPr>
              <w:t>EPD 26-2 SI e EPD 26RD-3 SI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94C29" w:rsidRPr="007E69BB" w14:paraId="01019640" w14:textId="77777777" w:rsidTr="00610F7D">
        <w:tc>
          <w:tcPr>
            <w:tcW w:w="1398" w:type="dxa"/>
          </w:tcPr>
          <w:p w14:paraId="00DE2AD9" w14:textId="10E1C7FD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07301140</w:t>
            </w:r>
          </w:p>
        </w:tc>
        <w:tc>
          <w:tcPr>
            <w:tcW w:w="2297" w:type="dxa"/>
          </w:tcPr>
          <w:p w14:paraId="661E834C" w14:textId="75BB7D23" w:rsidR="00D94C29" w:rsidRPr="009039DF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di aspirazione per deumidificatori ECAP 351D-3 e ECAP 351RD-4</w:t>
            </w:r>
          </w:p>
        </w:tc>
        <w:tc>
          <w:tcPr>
            <w:tcW w:w="5803" w:type="dxa"/>
          </w:tcPr>
          <w:p w14:paraId="432F8361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di aspirazione 1</w:t>
            </w:r>
            <w:r w:rsidRPr="001D2BBA">
              <w:rPr>
                <w:rFonts w:ascii="Poppins" w:hAnsi="Poppins" w:cs="Poppins"/>
                <w:sz w:val="20"/>
              </w:rPr>
              <w:t>xØ1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1D2BBA">
              <w:rPr>
                <w:rFonts w:ascii="Poppins" w:hAnsi="Poppins" w:cs="Poppins"/>
                <w:sz w:val="20"/>
              </w:rPr>
              <w:t xml:space="preserve"> mm</w:t>
            </w:r>
            <w:r>
              <w:rPr>
                <w:rFonts w:ascii="Poppins" w:hAnsi="Poppins" w:cs="Poppins"/>
                <w:sz w:val="20"/>
              </w:rPr>
              <w:t xml:space="preserve"> per deumidificatori </w:t>
            </w:r>
            <w:r w:rsidRPr="00183C95">
              <w:rPr>
                <w:rFonts w:ascii="Poppins" w:hAnsi="Poppins" w:cs="Poppins"/>
                <w:sz w:val="20"/>
              </w:rPr>
              <w:t>ECAP 351D-3 e ECAP 351RD-4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0CFF429" w14:textId="77777777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9FEADB" w14:textId="0D5A40C9" w:rsidR="00D94C29" w:rsidRPr="009039DF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1D2BBA">
              <w:rPr>
                <w:rFonts w:ascii="Poppins" w:hAnsi="Poppins" w:cs="Poppins"/>
                <w:b/>
                <w:bCs/>
                <w:sz w:val="20"/>
              </w:rPr>
              <w:t>Marca Emmeti</w:t>
            </w:r>
            <w:r w:rsidR="00A368AB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891EF7">
              <w:rPr>
                <w:rFonts w:ascii="Poppins" w:hAnsi="Poppins" w:cs="Poppins"/>
                <w:b/>
                <w:bCs/>
                <w:sz w:val="20"/>
              </w:rPr>
              <w:t xml:space="preserve">Raccordo di aspirazione per deumidificatori </w:t>
            </w:r>
            <w:r w:rsidRPr="00183C95">
              <w:rPr>
                <w:rFonts w:ascii="Poppins" w:hAnsi="Poppins" w:cs="Poppins"/>
                <w:b/>
                <w:bCs/>
                <w:sz w:val="20"/>
              </w:rPr>
              <w:t>ECAP 351D-3 e ECAP 351RD-4</w:t>
            </w:r>
            <w:r w:rsidRPr="001D2BBA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94C29" w:rsidRPr="007E69BB" w14:paraId="12914CB1" w14:textId="77777777" w:rsidTr="00610F7D">
        <w:tc>
          <w:tcPr>
            <w:tcW w:w="1398" w:type="dxa"/>
          </w:tcPr>
          <w:p w14:paraId="4F2A2D00" w14:textId="1F8635EE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07306172</w:t>
            </w:r>
          </w:p>
        </w:tc>
        <w:tc>
          <w:tcPr>
            <w:tcW w:w="2297" w:type="dxa"/>
          </w:tcPr>
          <w:p w14:paraId="200D3E02" w14:textId="0C55D4BD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DA3B49">
              <w:rPr>
                <w:rFonts w:ascii="Poppins" w:hAnsi="Poppins" w:cs="Poppins"/>
                <w:sz w:val="20"/>
              </w:rPr>
              <w:t xml:space="preserve">Ricambio filtro aria per </w:t>
            </w:r>
            <w:r>
              <w:rPr>
                <w:rFonts w:ascii="Poppins" w:hAnsi="Poppins" w:cs="Poppins"/>
                <w:sz w:val="20"/>
              </w:rPr>
              <w:t>EPD 24-2 PM, EPD 24-2 PI, EPD 26-2 SI, EPD 24RD-3 PM, EPD 24RD-3 PI e EPD 26RD-3 SI</w:t>
            </w:r>
          </w:p>
        </w:tc>
        <w:tc>
          <w:tcPr>
            <w:tcW w:w="5803" w:type="dxa"/>
          </w:tcPr>
          <w:p w14:paraId="4A6E1F3F" w14:textId="77777777" w:rsidR="00D94C29" w:rsidRPr="00DA3B49" w:rsidRDefault="00D94C29" w:rsidP="00D94C2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DA3B49">
              <w:rPr>
                <w:rFonts w:ascii="Poppins" w:hAnsi="Poppins" w:cs="Poppins"/>
              </w:rPr>
              <w:t xml:space="preserve">Ricambio filtro dell’aria per deumidificatori </w:t>
            </w:r>
            <w:r>
              <w:rPr>
                <w:rFonts w:ascii="Poppins" w:hAnsi="Poppins" w:cs="Poppins"/>
              </w:rPr>
              <w:t>EPD 24-2 PM, EPD 24-2 PI, EPD 26-2 SI, EPD 24RD-3 PM, EPD 24RD-3 PI e EPD 26RD-3 SI.</w:t>
            </w:r>
          </w:p>
          <w:p w14:paraId="7DB1912B" w14:textId="77777777" w:rsidR="00D94C29" w:rsidRPr="00DA3B49" w:rsidRDefault="00D94C29" w:rsidP="00D94C2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7109783" w14:textId="201B244C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DA3B49">
              <w:rPr>
                <w:rFonts w:ascii="Poppins" w:hAnsi="Poppins" w:cs="Poppins"/>
                <w:b/>
                <w:bCs/>
                <w:sz w:val="20"/>
              </w:rPr>
              <w:t xml:space="preserve">Marca Emmeti - Modello Ricambio filtro aria per </w:t>
            </w:r>
            <w:r w:rsidRPr="00540E0A">
              <w:rPr>
                <w:rFonts w:ascii="Poppins" w:hAnsi="Poppins" w:cs="Poppins"/>
                <w:b/>
                <w:bCs/>
                <w:sz w:val="20"/>
              </w:rPr>
              <w:t xml:space="preserve">EPD 24-2 PM, EPD 24-2 PI, EPD 26-2 SI, EPD 24RD-3 PM, EPD 24RD-3 PI e EPD 26RD-3 SI </w:t>
            </w:r>
            <w:r w:rsidRPr="00DA3B49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94C29" w:rsidRPr="007E69BB" w14:paraId="5855A4DB" w14:textId="77777777" w:rsidTr="00610F7D">
        <w:tc>
          <w:tcPr>
            <w:tcW w:w="1398" w:type="dxa"/>
          </w:tcPr>
          <w:p w14:paraId="7D5A95FA" w14:textId="38D79606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07306164</w:t>
            </w:r>
          </w:p>
        </w:tc>
        <w:tc>
          <w:tcPr>
            <w:tcW w:w="2297" w:type="dxa"/>
          </w:tcPr>
          <w:p w14:paraId="17389195" w14:textId="41A32D50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DA3B49">
              <w:rPr>
                <w:rFonts w:ascii="Poppins" w:hAnsi="Poppins" w:cs="Poppins"/>
                <w:sz w:val="20"/>
              </w:rPr>
              <w:t xml:space="preserve">Ricambio filtro aria per </w:t>
            </w:r>
            <w:r>
              <w:rPr>
                <w:rFonts w:ascii="Poppins" w:hAnsi="Poppins" w:cs="Poppins"/>
                <w:sz w:val="20"/>
              </w:rPr>
              <w:t>ECAP 351D-3 e ECAP 351RD-4</w:t>
            </w:r>
          </w:p>
        </w:tc>
        <w:tc>
          <w:tcPr>
            <w:tcW w:w="5803" w:type="dxa"/>
          </w:tcPr>
          <w:p w14:paraId="2C0E1FCB" w14:textId="77777777" w:rsidR="00D94C29" w:rsidRPr="00DA3B49" w:rsidRDefault="00D94C29" w:rsidP="00D94C2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DA3B49">
              <w:rPr>
                <w:rFonts w:ascii="Poppins" w:hAnsi="Poppins" w:cs="Poppins"/>
              </w:rPr>
              <w:t xml:space="preserve">Ricambio filtro dell’aria per deumidificatori </w:t>
            </w:r>
            <w:r w:rsidRPr="000C2279">
              <w:rPr>
                <w:rFonts w:ascii="Poppins" w:hAnsi="Poppins" w:cs="Poppins"/>
              </w:rPr>
              <w:t>ECAP 351D-3 e ECAP 351RD-4</w:t>
            </w:r>
            <w:r>
              <w:rPr>
                <w:rFonts w:ascii="Poppins" w:hAnsi="Poppins" w:cs="Poppins"/>
              </w:rPr>
              <w:t>.</w:t>
            </w:r>
          </w:p>
          <w:p w14:paraId="34E67E65" w14:textId="77777777" w:rsidR="00D94C29" w:rsidRPr="00DA3B49" w:rsidRDefault="00D94C29" w:rsidP="00D94C2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035BB0C" w14:textId="098BC5C2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DA3B49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- Modello Ricambio filtro aria per </w:t>
            </w:r>
            <w:r w:rsidRPr="000C2279">
              <w:rPr>
                <w:rFonts w:ascii="Poppins" w:hAnsi="Poppins" w:cs="Poppins"/>
                <w:b/>
                <w:bCs/>
                <w:sz w:val="20"/>
              </w:rPr>
              <w:t>ECAP 351D-3 e ECAP 351RD-4</w:t>
            </w:r>
            <w:r w:rsidRPr="00540E0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DA3B49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94C29" w:rsidRPr="007E69BB" w14:paraId="7313BB56" w14:textId="77777777" w:rsidTr="00610F7D">
        <w:tc>
          <w:tcPr>
            <w:tcW w:w="1398" w:type="dxa"/>
          </w:tcPr>
          <w:p w14:paraId="6F5E8BF8" w14:textId="14045F48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07306168</w:t>
            </w:r>
          </w:p>
        </w:tc>
        <w:tc>
          <w:tcPr>
            <w:tcW w:w="2297" w:type="dxa"/>
          </w:tcPr>
          <w:p w14:paraId="192C89D4" w14:textId="11C9B459" w:rsidR="00D94C29" w:rsidRDefault="00D94C29" w:rsidP="00D94C29">
            <w:pPr>
              <w:jc w:val="center"/>
              <w:rPr>
                <w:rFonts w:ascii="Poppins" w:hAnsi="Poppins" w:cs="Poppins"/>
                <w:sz w:val="20"/>
              </w:rPr>
            </w:pPr>
            <w:r w:rsidRPr="00DA3B49">
              <w:rPr>
                <w:rFonts w:ascii="Poppins" w:hAnsi="Poppins" w:cs="Poppins"/>
                <w:sz w:val="20"/>
              </w:rPr>
              <w:t xml:space="preserve">Ricambio filtro aria per </w:t>
            </w:r>
            <w:r>
              <w:rPr>
                <w:rFonts w:ascii="Poppins" w:hAnsi="Poppins" w:cs="Poppins"/>
                <w:sz w:val="20"/>
              </w:rPr>
              <w:t>ECAP 500RD-4</w:t>
            </w:r>
          </w:p>
        </w:tc>
        <w:tc>
          <w:tcPr>
            <w:tcW w:w="5803" w:type="dxa"/>
          </w:tcPr>
          <w:p w14:paraId="4A335303" w14:textId="7A000237" w:rsidR="00D94C29" w:rsidRPr="00DA3B49" w:rsidRDefault="00D94C29" w:rsidP="00D94C2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DA3B49">
              <w:rPr>
                <w:rFonts w:ascii="Poppins" w:hAnsi="Poppins" w:cs="Poppins"/>
              </w:rPr>
              <w:t xml:space="preserve">Ricambio filtro dell’aria per deumidificatori </w:t>
            </w:r>
            <w:r w:rsidRPr="000C2279">
              <w:rPr>
                <w:rFonts w:ascii="Poppins" w:hAnsi="Poppins" w:cs="Poppins"/>
              </w:rPr>
              <w:t xml:space="preserve">ECAP </w:t>
            </w:r>
            <w:r>
              <w:rPr>
                <w:rFonts w:ascii="Poppins" w:hAnsi="Poppins" w:cs="Poppins"/>
              </w:rPr>
              <w:t>500RD-4.</w:t>
            </w:r>
          </w:p>
          <w:p w14:paraId="2E0467F1" w14:textId="77777777" w:rsidR="00D94C29" w:rsidRPr="00DA3B49" w:rsidRDefault="00D94C29" w:rsidP="00D94C2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CB050AC" w14:textId="38B4E5F0" w:rsidR="00D94C29" w:rsidRDefault="00D94C29" w:rsidP="00D94C29">
            <w:pPr>
              <w:jc w:val="both"/>
              <w:rPr>
                <w:rFonts w:ascii="Poppins" w:hAnsi="Poppins" w:cs="Poppins"/>
                <w:sz w:val="20"/>
              </w:rPr>
            </w:pPr>
            <w:r w:rsidRPr="00DA3B49">
              <w:rPr>
                <w:rFonts w:ascii="Poppins" w:hAnsi="Poppins" w:cs="Poppins"/>
                <w:b/>
                <w:bCs/>
                <w:sz w:val="20"/>
              </w:rPr>
              <w:t xml:space="preserve">Marca Emmeti - Modello Ricambio filtro aria per </w:t>
            </w:r>
            <w:r w:rsidRPr="000C2279">
              <w:rPr>
                <w:rFonts w:ascii="Poppins" w:hAnsi="Poppins" w:cs="Poppins"/>
                <w:b/>
                <w:bCs/>
                <w:sz w:val="20"/>
              </w:rPr>
              <w:t xml:space="preserve">ECAP </w:t>
            </w:r>
            <w:r>
              <w:rPr>
                <w:rFonts w:ascii="Poppins" w:hAnsi="Poppins" w:cs="Poppins"/>
                <w:b/>
                <w:bCs/>
                <w:sz w:val="20"/>
              </w:rPr>
              <w:t>500RD-4</w:t>
            </w:r>
            <w:r w:rsidRPr="00540E0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DA3B49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</w:tbl>
    <w:p w14:paraId="13818523" w14:textId="77777777" w:rsidR="00931A8A" w:rsidRPr="00A06A5E" w:rsidRDefault="00931A8A" w:rsidP="00C351F1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BAA80" w14:textId="77777777" w:rsidR="00135E5F" w:rsidRDefault="00135E5F">
      <w:r>
        <w:separator/>
      </w:r>
    </w:p>
  </w:endnote>
  <w:endnote w:type="continuationSeparator" w:id="0">
    <w:p w14:paraId="4DD35E7F" w14:textId="77777777" w:rsidR="00135E5F" w:rsidRDefault="0013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LTStd-LightCon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D40BFD" w14:paraId="1381852E" w14:textId="77777777" w:rsidTr="00B17173">
      <w:tc>
        <w:tcPr>
          <w:tcW w:w="4792" w:type="dxa"/>
        </w:tcPr>
        <w:p w14:paraId="1381852C" w14:textId="0F00B1A5" w:rsidR="00D40BFD" w:rsidRPr="00C86331" w:rsidRDefault="00D40BFD" w:rsidP="00224527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noProof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>
            <w:rPr>
              <w:rFonts w:ascii="Poppins" w:hAnsi="Poppins" w:cs="Poppins"/>
              <w:iCs/>
              <w:noProof/>
              <w:sz w:val="16"/>
            </w:rPr>
            <w:t>Deumi</w:t>
          </w:r>
          <w:r w:rsidR="00BD3861">
            <w:rPr>
              <w:rFonts w:ascii="Poppins" w:hAnsi="Poppins" w:cs="Poppins"/>
              <w:iCs/>
              <w:noProof/>
              <w:sz w:val="16"/>
            </w:rPr>
            <w:t>di</w:t>
          </w:r>
          <w:r>
            <w:rPr>
              <w:rFonts w:ascii="Poppins" w:hAnsi="Poppins" w:cs="Poppins"/>
              <w:iCs/>
              <w:noProof/>
              <w:sz w:val="16"/>
            </w:rPr>
            <w:t xml:space="preserve">ficatori </w:t>
          </w:r>
          <w:r w:rsidR="00B17173">
            <w:rPr>
              <w:rFonts w:ascii="Poppins" w:hAnsi="Poppins" w:cs="Poppins"/>
              <w:iCs/>
              <w:noProof/>
              <w:sz w:val="16"/>
            </w:rPr>
            <w:t>con integrazione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1381852D" w14:textId="2A215931" w:rsidR="00D40BFD" w:rsidRPr="00EC29FF" w:rsidRDefault="00D40BFD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821815">
            <w:rPr>
              <w:rFonts w:ascii="Poppins" w:hAnsi="Poppins" w:cs="Poppins"/>
              <w:noProof/>
              <w:sz w:val="14"/>
              <w:szCs w:val="14"/>
            </w:rPr>
            <w:t>10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381852F" w14:textId="77777777" w:rsidR="00D40BFD" w:rsidRPr="005C61B9" w:rsidRDefault="00D40BFD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3818532" wp14:editId="13818533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1ACD1" w14:textId="77777777" w:rsidR="00135E5F" w:rsidRDefault="00135E5F">
      <w:r>
        <w:separator/>
      </w:r>
    </w:p>
  </w:footnote>
  <w:footnote w:type="continuationSeparator" w:id="0">
    <w:p w14:paraId="5A00AB22" w14:textId="77777777" w:rsidR="00135E5F" w:rsidRDefault="0013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18528" w14:textId="77777777" w:rsidR="00D40BFD" w:rsidRDefault="00D40BFD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3818530" wp14:editId="13818531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3818529" w14:textId="77777777" w:rsidR="00D40BFD" w:rsidRPr="00D440AE" w:rsidRDefault="00D40BFD" w:rsidP="00CC31A7">
    <w:pPr>
      <w:pStyle w:val="Intestazione"/>
      <w:jc w:val="center"/>
      <w:rPr>
        <w:sz w:val="16"/>
        <w:szCs w:val="16"/>
      </w:rPr>
    </w:pPr>
  </w:p>
  <w:p w14:paraId="1381852A" w14:textId="77777777" w:rsidR="00D40BFD" w:rsidRPr="00D440AE" w:rsidRDefault="00D40BFD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A2CBB"/>
    <w:multiLevelType w:val="hybridMultilevel"/>
    <w:tmpl w:val="DD6E5F28"/>
    <w:lvl w:ilvl="0" w:tplc="F7A8B1C4">
      <w:start w:val="1"/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FA589116">
      <w:numFmt w:val="bullet"/>
      <w:lvlText w:val="•"/>
      <w:lvlJc w:val="left"/>
      <w:pPr>
        <w:ind w:left="1788" w:hanging="708"/>
      </w:pPr>
      <w:rPr>
        <w:rFonts w:ascii="Poppins" w:eastAsia="Times New Roman" w:hAnsi="Poppins" w:cs="Poppin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925373"/>
    <w:multiLevelType w:val="hybridMultilevel"/>
    <w:tmpl w:val="0838B6C2"/>
    <w:lvl w:ilvl="0" w:tplc="EC72807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F507A"/>
    <w:multiLevelType w:val="hybridMultilevel"/>
    <w:tmpl w:val="2E2C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6160783">
    <w:abstractNumId w:val="20"/>
  </w:num>
  <w:num w:numId="2" w16cid:durableId="1985239351">
    <w:abstractNumId w:val="19"/>
  </w:num>
  <w:num w:numId="3" w16cid:durableId="864632864">
    <w:abstractNumId w:val="9"/>
  </w:num>
  <w:num w:numId="4" w16cid:durableId="1710374238">
    <w:abstractNumId w:val="4"/>
  </w:num>
  <w:num w:numId="5" w16cid:durableId="1009941025">
    <w:abstractNumId w:val="16"/>
  </w:num>
  <w:num w:numId="6" w16cid:durableId="993948210">
    <w:abstractNumId w:val="14"/>
  </w:num>
  <w:num w:numId="7" w16cid:durableId="1008749995">
    <w:abstractNumId w:val="11"/>
  </w:num>
  <w:num w:numId="8" w16cid:durableId="1005091236">
    <w:abstractNumId w:val="14"/>
  </w:num>
  <w:num w:numId="9" w16cid:durableId="767963555">
    <w:abstractNumId w:val="0"/>
  </w:num>
  <w:num w:numId="10" w16cid:durableId="434449231">
    <w:abstractNumId w:val="14"/>
  </w:num>
  <w:num w:numId="11" w16cid:durableId="2102338860">
    <w:abstractNumId w:val="25"/>
  </w:num>
  <w:num w:numId="12" w16cid:durableId="1268347464">
    <w:abstractNumId w:val="28"/>
  </w:num>
  <w:num w:numId="13" w16cid:durableId="223493076">
    <w:abstractNumId w:val="23"/>
  </w:num>
  <w:num w:numId="14" w16cid:durableId="1407146911">
    <w:abstractNumId w:val="12"/>
  </w:num>
  <w:num w:numId="15" w16cid:durableId="1282492031">
    <w:abstractNumId w:val="26"/>
  </w:num>
  <w:num w:numId="16" w16cid:durableId="1958950931">
    <w:abstractNumId w:val="31"/>
  </w:num>
  <w:num w:numId="17" w16cid:durableId="528177016">
    <w:abstractNumId w:val="34"/>
  </w:num>
  <w:num w:numId="18" w16cid:durableId="1619146115">
    <w:abstractNumId w:val="27"/>
  </w:num>
  <w:num w:numId="19" w16cid:durableId="8720202">
    <w:abstractNumId w:val="1"/>
  </w:num>
  <w:num w:numId="20" w16cid:durableId="144779836">
    <w:abstractNumId w:val="2"/>
  </w:num>
  <w:num w:numId="21" w16cid:durableId="1955673788">
    <w:abstractNumId w:val="17"/>
  </w:num>
  <w:num w:numId="22" w16cid:durableId="1247419310">
    <w:abstractNumId w:val="6"/>
  </w:num>
  <w:num w:numId="23" w16cid:durableId="88281822">
    <w:abstractNumId w:val="22"/>
  </w:num>
  <w:num w:numId="24" w16cid:durableId="2044094106">
    <w:abstractNumId w:val="32"/>
  </w:num>
  <w:num w:numId="25" w16cid:durableId="646010980">
    <w:abstractNumId w:val="10"/>
  </w:num>
  <w:num w:numId="26" w16cid:durableId="1841653581">
    <w:abstractNumId w:val="13"/>
  </w:num>
  <w:num w:numId="27" w16cid:durableId="1138183810">
    <w:abstractNumId w:val="29"/>
  </w:num>
  <w:num w:numId="28" w16cid:durableId="718433034">
    <w:abstractNumId w:val="15"/>
  </w:num>
  <w:num w:numId="29" w16cid:durableId="765735193">
    <w:abstractNumId w:val="5"/>
  </w:num>
  <w:num w:numId="30" w16cid:durableId="499201419">
    <w:abstractNumId w:val="18"/>
  </w:num>
  <w:num w:numId="31" w16cid:durableId="1714042568">
    <w:abstractNumId w:val="30"/>
  </w:num>
  <w:num w:numId="32" w16cid:durableId="744641649">
    <w:abstractNumId w:val="8"/>
  </w:num>
  <w:num w:numId="33" w16cid:durableId="1950358638">
    <w:abstractNumId w:val="8"/>
  </w:num>
  <w:num w:numId="34" w16cid:durableId="1617521297">
    <w:abstractNumId w:val="7"/>
  </w:num>
  <w:num w:numId="35" w16cid:durableId="49111461">
    <w:abstractNumId w:val="21"/>
  </w:num>
  <w:num w:numId="36" w16cid:durableId="35006127">
    <w:abstractNumId w:val="24"/>
  </w:num>
  <w:num w:numId="37" w16cid:durableId="110708116">
    <w:abstractNumId w:val="3"/>
  </w:num>
  <w:num w:numId="38" w16cid:durableId="10980203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55683"/>
    <w:rsid w:val="0006784D"/>
    <w:rsid w:val="000750C0"/>
    <w:rsid w:val="000839F7"/>
    <w:rsid w:val="0009136B"/>
    <w:rsid w:val="000A3790"/>
    <w:rsid w:val="000A41FB"/>
    <w:rsid w:val="000B6932"/>
    <w:rsid w:val="000C52FA"/>
    <w:rsid w:val="000D5F59"/>
    <w:rsid w:val="000E30A9"/>
    <w:rsid w:val="000F7A52"/>
    <w:rsid w:val="000F7DD1"/>
    <w:rsid w:val="00100D58"/>
    <w:rsid w:val="00103A0D"/>
    <w:rsid w:val="00104C34"/>
    <w:rsid w:val="00114FC9"/>
    <w:rsid w:val="00117A0E"/>
    <w:rsid w:val="00135E5F"/>
    <w:rsid w:val="00143EE4"/>
    <w:rsid w:val="001441C6"/>
    <w:rsid w:val="001450AB"/>
    <w:rsid w:val="001620E3"/>
    <w:rsid w:val="00171DAE"/>
    <w:rsid w:val="0018105A"/>
    <w:rsid w:val="001951F6"/>
    <w:rsid w:val="00195A49"/>
    <w:rsid w:val="001A5581"/>
    <w:rsid w:val="001B0AFA"/>
    <w:rsid w:val="001B0D4B"/>
    <w:rsid w:val="001C69B5"/>
    <w:rsid w:val="001D2BBA"/>
    <w:rsid w:val="001D365F"/>
    <w:rsid w:val="001E6403"/>
    <w:rsid w:val="001F782F"/>
    <w:rsid w:val="0020388C"/>
    <w:rsid w:val="00224527"/>
    <w:rsid w:val="0023000E"/>
    <w:rsid w:val="002346C2"/>
    <w:rsid w:val="00264BCF"/>
    <w:rsid w:val="00282B79"/>
    <w:rsid w:val="0028448D"/>
    <w:rsid w:val="00285A03"/>
    <w:rsid w:val="002862D2"/>
    <w:rsid w:val="002B5D63"/>
    <w:rsid w:val="002D317D"/>
    <w:rsid w:val="002F7BA7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16B5"/>
    <w:rsid w:val="00372ECE"/>
    <w:rsid w:val="0037768E"/>
    <w:rsid w:val="003849B6"/>
    <w:rsid w:val="0039139C"/>
    <w:rsid w:val="003A57DF"/>
    <w:rsid w:val="003A6D33"/>
    <w:rsid w:val="003B0FFE"/>
    <w:rsid w:val="003D4BE3"/>
    <w:rsid w:val="003E56A8"/>
    <w:rsid w:val="003F290F"/>
    <w:rsid w:val="003F4EF6"/>
    <w:rsid w:val="00417A28"/>
    <w:rsid w:val="004272FC"/>
    <w:rsid w:val="00433C12"/>
    <w:rsid w:val="0044592F"/>
    <w:rsid w:val="00447EFC"/>
    <w:rsid w:val="004706FD"/>
    <w:rsid w:val="00474537"/>
    <w:rsid w:val="0048382E"/>
    <w:rsid w:val="0048524E"/>
    <w:rsid w:val="004C12A5"/>
    <w:rsid w:val="004D2AF6"/>
    <w:rsid w:val="004F1A26"/>
    <w:rsid w:val="004F661D"/>
    <w:rsid w:val="005100D3"/>
    <w:rsid w:val="00515F3C"/>
    <w:rsid w:val="005235FA"/>
    <w:rsid w:val="00524658"/>
    <w:rsid w:val="005251FB"/>
    <w:rsid w:val="00525BAE"/>
    <w:rsid w:val="0052735A"/>
    <w:rsid w:val="00530F9B"/>
    <w:rsid w:val="005315F1"/>
    <w:rsid w:val="00532DCB"/>
    <w:rsid w:val="00536743"/>
    <w:rsid w:val="00540E0A"/>
    <w:rsid w:val="0054295B"/>
    <w:rsid w:val="00562D44"/>
    <w:rsid w:val="00562E55"/>
    <w:rsid w:val="00583AAC"/>
    <w:rsid w:val="00584984"/>
    <w:rsid w:val="005C61B9"/>
    <w:rsid w:val="005E1169"/>
    <w:rsid w:val="005E744F"/>
    <w:rsid w:val="006015C2"/>
    <w:rsid w:val="006040F5"/>
    <w:rsid w:val="00610639"/>
    <w:rsid w:val="00610F7D"/>
    <w:rsid w:val="006127FA"/>
    <w:rsid w:val="00620C00"/>
    <w:rsid w:val="00665813"/>
    <w:rsid w:val="00690CC4"/>
    <w:rsid w:val="006972B0"/>
    <w:rsid w:val="006B218C"/>
    <w:rsid w:val="006B29B1"/>
    <w:rsid w:val="006B7012"/>
    <w:rsid w:val="006C14CB"/>
    <w:rsid w:val="006C2BE4"/>
    <w:rsid w:val="006C351D"/>
    <w:rsid w:val="006D044B"/>
    <w:rsid w:val="006D4FDF"/>
    <w:rsid w:val="006D5B06"/>
    <w:rsid w:val="006E5C4B"/>
    <w:rsid w:val="006E6F9C"/>
    <w:rsid w:val="006F1812"/>
    <w:rsid w:val="006F6AB3"/>
    <w:rsid w:val="006F6F47"/>
    <w:rsid w:val="00710BB8"/>
    <w:rsid w:val="0072207A"/>
    <w:rsid w:val="00727388"/>
    <w:rsid w:val="007301DC"/>
    <w:rsid w:val="0073789C"/>
    <w:rsid w:val="00745AB1"/>
    <w:rsid w:val="0074712F"/>
    <w:rsid w:val="007569A4"/>
    <w:rsid w:val="00757AC7"/>
    <w:rsid w:val="007757B3"/>
    <w:rsid w:val="00782096"/>
    <w:rsid w:val="007B5BA3"/>
    <w:rsid w:val="007D5EC7"/>
    <w:rsid w:val="007E6E02"/>
    <w:rsid w:val="007E7665"/>
    <w:rsid w:val="007E7D72"/>
    <w:rsid w:val="007F38DE"/>
    <w:rsid w:val="007F4841"/>
    <w:rsid w:val="007F63D2"/>
    <w:rsid w:val="008014DD"/>
    <w:rsid w:val="0080323F"/>
    <w:rsid w:val="00821815"/>
    <w:rsid w:val="00824279"/>
    <w:rsid w:val="00830828"/>
    <w:rsid w:val="00844BBC"/>
    <w:rsid w:val="008574C8"/>
    <w:rsid w:val="00867692"/>
    <w:rsid w:val="008804CB"/>
    <w:rsid w:val="00882947"/>
    <w:rsid w:val="00886BE0"/>
    <w:rsid w:val="00887902"/>
    <w:rsid w:val="00891EF7"/>
    <w:rsid w:val="00896C6E"/>
    <w:rsid w:val="00897101"/>
    <w:rsid w:val="008A2C0A"/>
    <w:rsid w:val="008B5587"/>
    <w:rsid w:val="008C2F88"/>
    <w:rsid w:val="008D1D42"/>
    <w:rsid w:val="008E5212"/>
    <w:rsid w:val="009027D5"/>
    <w:rsid w:val="009039DF"/>
    <w:rsid w:val="00904071"/>
    <w:rsid w:val="009059BB"/>
    <w:rsid w:val="00917F9B"/>
    <w:rsid w:val="00923354"/>
    <w:rsid w:val="00931A8A"/>
    <w:rsid w:val="0093284B"/>
    <w:rsid w:val="00936F47"/>
    <w:rsid w:val="0094047C"/>
    <w:rsid w:val="00941316"/>
    <w:rsid w:val="00942B09"/>
    <w:rsid w:val="00975190"/>
    <w:rsid w:val="00992282"/>
    <w:rsid w:val="0099452E"/>
    <w:rsid w:val="009A219D"/>
    <w:rsid w:val="009B37F1"/>
    <w:rsid w:val="009C1166"/>
    <w:rsid w:val="009C238D"/>
    <w:rsid w:val="009D3135"/>
    <w:rsid w:val="009D51C1"/>
    <w:rsid w:val="009D54F1"/>
    <w:rsid w:val="009D6327"/>
    <w:rsid w:val="009D7892"/>
    <w:rsid w:val="009E07DC"/>
    <w:rsid w:val="009E250A"/>
    <w:rsid w:val="009E2742"/>
    <w:rsid w:val="00A04235"/>
    <w:rsid w:val="00A06A5E"/>
    <w:rsid w:val="00A10873"/>
    <w:rsid w:val="00A1105D"/>
    <w:rsid w:val="00A16A8D"/>
    <w:rsid w:val="00A216E2"/>
    <w:rsid w:val="00A25460"/>
    <w:rsid w:val="00A368AB"/>
    <w:rsid w:val="00A62A77"/>
    <w:rsid w:val="00A64283"/>
    <w:rsid w:val="00A743FF"/>
    <w:rsid w:val="00A76D08"/>
    <w:rsid w:val="00A82E78"/>
    <w:rsid w:val="00AA3D3E"/>
    <w:rsid w:val="00AC015C"/>
    <w:rsid w:val="00AC0741"/>
    <w:rsid w:val="00AD05EC"/>
    <w:rsid w:val="00AD1706"/>
    <w:rsid w:val="00AF350C"/>
    <w:rsid w:val="00AF57DC"/>
    <w:rsid w:val="00B010AA"/>
    <w:rsid w:val="00B17173"/>
    <w:rsid w:val="00B406A9"/>
    <w:rsid w:val="00B5181A"/>
    <w:rsid w:val="00B52FA0"/>
    <w:rsid w:val="00B7475F"/>
    <w:rsid w:val="00B91BDB"/>
    <w:rsid w:val="00B93CD1"/>
    <w:rsid w:val="00BA7B95"/>
    <w:rsid w:val="00BB0104"/>
    <w:rsid w:val="00BB2A5B"/>
    <w:rsid w:val="00BD14D8"/>
    <w:rsid w:val="00BD3861"/>
    <w:rsid w:val="00BD731B"/>
    <w:rsid w:val="00BF09CD"/>
    <w:rsid w:val="00BF0C76"/>
    <w:rsid w:val="00BF1E16"/>
    <w:rsid w:val="00C02E1C"/>
    <w:rsid w:val="00C046BC"/>
    <w:rsid w:val="00C055AD"/>
    <w:rsid w:val="00C11352"/>
    <w:rsid w:val="00C203AE"/>
    <w:rsid w:val="00C233C1"/>
    <w:rsid w:val="00C25698"/>
    <w:rsid w:val="00C27DFF"/>
    <w:rsid w:val="00C351F1"/>
    <w:rsid w:val="00C36C55"/>
    <w:rsid w:val="00C437EE"/>
    <w:rsid w:val="00C45EC3"/>
    <w:rsid w:val="00C55FF9"/>
    <w:rsid w:val="00C71F24"/>
    <w:rsid w:val="00C811EF"/>
    <w:rsid w:val="00C82843"/>
    <w:rsid w:val="00C8340D"/>
    <w:rsid w:val="00C86331"/>
    <w:rsid w:val="00C93402"/>
    <w:rsid w:val="00C939B1"/>
    <w:rsid w:val="00CB0D42"/>
    <w:rsid w:val="00CB1475"/>
    <w:rsid w:val="00CC31A7"/>
    <w:rsid w:val="00CE7C2F"/>
    <w:rsid w:val="00D061A5"/>
    <w:rsid w:val="00D178ED"/>
    <w:rsid w:val="00D17F30"/>
    <w:rsid w:val="00D204B1"/>
    <w:rsid w:val="00D2119B"/>
    <w:rsid w:val="00D229AF"/>
    <w:rsid w:val="00D2562C"/>
    <w:rsid w:val="00D26FD9"/>
    <w:rsid w:val="00D342FA"/>
    <w:rsid w:val="00D40BFD"/>
    <w:rsid w:val="00D41C37"/>
    <w:rsid w:val="00D440AE"/>
    <w:rsid w:val="00D44371"/>
    <w:rsid w:val="00D62BDF"/>
    <w:rsid w:val="00D832BB"/>
    <w:rsid w:val="00D87117"/>
    <w:rsid w:val="00D902A4"/>
    <w:rsid w:val="00D94C29"/>
    <w:rsid w:val="00DA198F"/>
    <w:rsid w:val="00DA3646"/>
    <w:rsid w:val="00DD2E16"/>
    <w:rsid w:val="00DE2009"/>
    <w:rsid w:val="00DE5C0B"/>
    <w:rsid w:val="00DF3CE1"/>
    <w:rsid w:val="00E07577"/>
    <w:rsid w:val="00E17A38"/>
    <w:rsid w:val="00E34CC8"/>
    <w:rsid w:val="00E36C49"/>
    <w:rsid w:val="00E42389"/>
    <w:rsid w:val="00E5632D"/>
    <w:rsid w:val="00E73755"/>
    <w:rsid w:val="00E7391C"/>
    <w:rsid w:val="00E75B37"/>
    <w:rsid w:val="00E76786"/>
    <w:rsid w:val="00E94BE3"/>
    <w:rsid w:val="00E958E5"/>
    <w:rsid w:val="00EA01C8"/>
    <w:rsid w:val="00EB33B9"/>
    <w:rsid w:val="00EB35E8"/>
    <w:rsid w:val="00EB5A30"/>
    <w:rsid w:val="00EC29FF"/>
    <w:rsid w:val="00ED24CF"/>
    <w:rsid w:val="00EF73E5"/>
    <w:rsid w:val="00F1483D"/>
    <w:rsid w:val="00F17066"/>
    <w:rsid w:val="00F42240"/>
    <w:rsid w:val="00F505F4"/>
    <w:rsid w:val="00F50F65"/>
    <w:rsid w:val="00F53758"/>
    <w:rsid w:val="00F60A08"/>
    <w:rsid w:val="00F61EF0"/>
    <w:rsid w:val="00F63862"/>
    <w:rsid w:val="00F70247"/>
    <w:rsid w:val="00F720D5"/>
    <w:rsid w:val="00F75E7C"/>
    <w:rsid w:val="00F8467C"/>
    <w:rsid w:val="00F9144A"/>
    <w:rsid w:val="00FA4D5B"/>
    <w:rsid w:val="00FC0D09"/>
    <w:rsid w:val="00FD02BC"/>
    <w:rsid w:val="00FD255D"/>
    <w:rsid w:val="00FD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81844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261C-92CF-473E-9A47-FF639299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10</Pages>
  <Words>2057</Words>
  <Characters>11386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13417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43</cp:revision>
  <cp:lastPrinted>2013-11-14T13:48:00Z</cp:lastPrinted>
  <dcterms:created xsi:type="dcterms:W3CDTF">2025-05-19T07:57:00Z</dcterms:created>
  <dcterms:modified xsi:type="dcterms:W3CDTF">2025-05-19T09:23:00Z</dcterms:modified>
</cp:coreProperties>
</file>